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883F64" w14:textId="77777777" w:rsidR="006E5D65" w:rsidRPr="00B169DF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 w:rsidRPr="00B169DF">
        <w:rPr>
          <w:rFonts w:ascii="Corbel" w:hAnsi="Corbel"/>
          <w:b/>
          <w:bCs/>
        </w:rPr>
        <w:tab/>
      </w:r>
      <w:r w:rsidR="00D8678B" w:rsidRPr="00B169DF">
        <w:rPr>
          <w:rFonts w:ascii="Corbel" w:hAnsi="Corbel"/>
          <w:bCs/>
          <w:i/>
        </w:rPr>
        <w:t xml:space="preserve">Załącznik nr </w:t>
      </w:r>
      <w:r w:rsidR="006F31E2" w:rsidRPr="00B169DF">
        <w:rPr>
          <w:rFonts w:ascii="Corbel" w:hAnsi="Corbel"/>
          <w:bCs/>
          <w:i/>
        </w:rPr>
        <w:t>1.5</w:t>
      </w:r>
      <w:r w:rsidR="00D8678B" w:rsidRPr="00B169DF">
        <w:rPr>
          <w:rFonts w:ascii="Corbel" w:hAnsi="Corbel"/>
          <w:bCs/>
          <w:i/>
        </w:rPr>
        <w:t xml:space="preserve"> do Zarządzenia</w:t>
      </w:r>
      <w:r w:rsidR="002A22BF" w:rsidRPr="00B169DF">
        <w:rPr>
          <w:rFonts w:ascii="Corbel" w:hAnsi="Corbel"/>
          <w:bCs/>
          <w:i/>
        </w:rPr>
        <w:t xml:space="preserve"> Rektora UR </w:t>
      </w:r>
      <w:r w:rsidR="00CD6897" w:rsidRPr="00B169DF">
        <w:rPr>
          <w:rFonts w:ascii="Corbel" w:hAnsi="Corbel"/>
          <w:bCs/>
          <w:i/>
        </w:rPr>
        <w:t xml:space="preserve"> nr </w:t>
      </w:r>
      <w:r w:rsidR="00F61A26" w:rsidRPr="00B169DF">
        <w:rPr>
          <w:rFonts w:ascii="Corbel" w:hAnsi="Corbel"/>
          <w:bCs/>
          <w:i/>
        </w:rPr>
        <w:t>7/2023</w:t>
      </w:r>
    </w:p>
    <w:p w14:paraId="28F4D677" w14:textId="77777777" w:rsidR="0085747A" w:rsidRPr="00B169DF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B169DF">
        <w:rPr>
          <w:rFonts w:ascii="Corbel" w:hAnsi="Corbel"/>
          <w:b/>
          <w:smallCaps/>
          <w:sz w:val="24"/>
          <w:szCs w:val="24"/>
        </w:rPr>
        <w:t>SYLABUS</w:t>
      </w:r>
    </w:p>
    <w:p w14:paraId="53D465E0" w14:textId="461C1BD2" w:rsidR="0085747A" w:rsidRPr="00B169DF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B169DF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B169DF">
        <w:rPr>
          <w:rFonts w:ascii="Corbel" w:hAnsi="Corbel"/>
          <w:b/>
          <w:smallCaps/>
          <w:sz w:val="24"/>
          <w:szCs w:val="24"/>
        </w:rPr>
        <w:t xml:space="preserve"> </w:t>
      </w:r>
      <w:r w:rsidR="00C47C72">
        <w:rPr>
          <w:rFonts w:ascii="Corbel" w:hAnsi="Corbel"/>
          <w:i/>
          <w:smallCaps/>
          <w:sz w:val="24"/>
          <w:szCs w:val="24"/>
        </w:rPr>
        <w:t>202</w:t>
      </w:r>
      <w:r w:rsidR="009C6D49">
        <w:rPr>
          <w:rFonts w:ascii="Corbel" w:hAnsi="Corbel"/>
          <w:i/>
          <w:smallCaps/>
          <w:sz w:val="24"/>
          <w:szCs w:val="24"/>
        </w:rPr>
        <w:t>2</w:t>
      </w:r>
      <w:r w:rsidR="00C47C72">
        <w:rPr>
          <w:rFonts w:ascii="Corbel" w:hAnsi="Corbel"/>
          <w:i/>
          <w:smallCaps/>
          <w:sz w:val="24"/>
          <w:szCs w:val="24"/>
        </w:rPr>
        <w:t>/202</w:t>
      </w:r>
      <w:r w:rsidR="009C6D49">
        <w:rPr>
          <w:rFonts w:ascii="Corbel" w:hAnsi="Corbel"/>
          <w:i/>
          <w:smallCaps/>
          <w:sz w:val="24"/>
          <w:szCs w:val="24"/>
        </w:rPr>
        <w:t>3</w:t>
      </w:r>
      <w:r w:rsidR="00C47C72">
        <w:rPr>
          <w:rFonts w:ascii="Corbel" w:hAnsi="Corbel"/>
          <w:i/>
          <w:smallCaps/>
          <w:sz w:val="24"/>
          <w:szCs w:val="24"/>
        </w:rPr>
        <w:t>-202</w:t>
      </w:r>
      <w:r w:rsidR="009C6D49">
        <w:rPr>
          <w:rFonts w:ascii="Corbel" w:hAnsi="Corbel"/>
          <w:i/>
          <w:smallCaps/>
          <w:sz w:val="24"/>
          <w:szCs w:val="24"/>
        </w:rPr>
        <w:t>6</w:t>
      </w:r>
      <w:r w:rsidR="00C47C72">
        <w:rPr>
          <w:rFonts w:ascii="Corbel" w:hAnsi="Corbel"/>
          <w:i/>
          <w:smallCaps/>
          <w:sz w:val="24"/>
          <w:szCs w:val="24"/>
        </w:rPr>
        <w:t>/202</w:t>
      </w:r>
      <w:r w:rsidR="009C6D49">
        <w:rPr>
          <w:rFonts w:ascii="Corbel" w:hAnsi="Corbel"/>
          <w:i/>
          <w:smallCaps/>
          <w:sz w:val="24"/>
          <w:szCs w:val="24"/>
        </w:rPr>
        <w:t>7</w:t>
      </w:r>
    </w:p>
    <w:p w14:paraId="165529A1" w14:textId="77777777" w:rsidR="0085747A" w:rsidRPr="00B169DF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B169DF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</w:t>
      </w:r>
      <w:r w:rsidR="00D3397B" w:rsidRPr="00B169DF">
        <w:rPr>
          <w:rFonts w:ascii="Corbel" w:hAnsi="Corbel"/>
          <w:i/>
          <w:sz w:val="24"/>
          <w:szCs w:val="24"/>
        </w:rPr>
        <w:t xml:space="preserve">       </w:t>
      </w:r>
      <w:r w:rsidRPr="00B169DF">
        <w:rPr>
          <w:rFonts w:ascii="Corbel" w:hAnsi="Corbel"/>
          <w:i/>
          <w:sz w:val="24"/>
          <w:szCs w:val="24"/>
        </w:rPr>
        <w:t xml:space="preserve"> </w:t>
      </w:r>
      <w:r w:rsidR="0085747A" w:rsidRPr="00B169DF">
        <w:rPr>
          <w:rFonts w:ascii="Corbel" w:hAnsi="Corbel"/>
          <w:i/>
          <w:sz w:val="20"/>
          <w:szCs w:val="20"/>
        </w:rPr>
        <w:t>(skrajne daty</w:t>
      </w:r>
      <w:r w:rsidR="0085747A" w:rsidRPr="00B169DF">
        <w:rPr>
          <w:rFonts w:ascii="Corbel" w:hAnsi="Corbel"/>
          <w:sz w:val="20"/>
          <w:szCs w:val="20"/>
        </w:rPr>
        <w:t>)</w:t>
      </w:r>
    </w:p>
    <w:p w14:paraId="5C2AC480" w14:textId="024EFF2F" w:rsidR="00445970" w:rsidRPr="00B169DF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</w:r>
      <w:r w:rsidR="00C47C72">
        <w:rPr>
          <w:rFonts w:ascii="Corbel" w:hAnsi="Corbel"/>
          <w:sz w:val="20"/>
          <w:szCs w:val="20"/>
        </w:rPr>
        <w:t xml:space="preserve">                     </w:t>
      </w:r>
      <w:r w:rsidRPr="00B169DF">
        <w:rPr>
          <w:rFonts w:ascii="Corbel" w:hAnsi="Corbel"/>
          <w:sz w:val="20"/>
          <w:szCs w:val="20"/>
        </w:rPr>
        <w:t>R</w:t>
      </w:r>
      <w:r w:rsidR="00C47C72">
        <w:rPr>
          <w:rFonts w:ascii="Corbel" w:hAnsi="Corbel"/>
          <w:sz w:val="20"/>
          <w:szCs w:val="20"/>
        </w:rPr>
        <w:t>ok akademicki   202</w:t>
      </w:r>
      <w:r w:rsidR="009C6D49">
        <w:rPr>
          <w:rFonts w:ascii="Corbel" w:hAnsi="Corbel"/>
          <w:sz w:val="20"/>
          <w:szCs w:val="20"/>
        </w:rPr>
        <w:t>6</w:t>
      </w:r>
      <w:r w:rsidR="00C47C72">
        <w:rPr>
          <w:rFonts w:ascii="Corbel" w:hAnsi="Corbel"/>
          <w:sz w:val="20"/>
          <w:szCs w:val="20"/>
        </w:rPr>
        <w:t>/202</w:t>
      </w:r>
      <w:r w:rsidR="009C6D49">
        <w:rPr>
          <w:rFonts w:ascii="Corbel" w:hAnsi="Corbel"/>
          <w:sz w:val="20"/>
          <w:szCs w:val="20"/>
        </w:rPr>
        <w:t>7</w:t>
      </w:r>
    </w:p>
    <w:p w14:paraId="6FC1597C" w14:textId="77777777" w:rsidR="0085747A" w:rsidRPr="00B169DF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792D4F8" w14:textId="77777777" w:rsidR="0085747A" w:rsidRPr="00B169DF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B169DF">
        <w:rPr>
          <w:rFonts w:ascii="Corbel" w:hAnsi="Corbel"/>
          <w:szCs w:val="24"/>
        </w:rPr>
        <w:t xml:space="preserve">1. </w:t>
      </w:r>
      <w:r w:rsidR="0085747A" w:rsidRPr="00B169DF">
        <w:rPr>
          <w:rFonts w:ascii="Corbel" w:hAnsi="Corbel"/>
          <w:szCs w:val="24"/>
        </w:rPr>
        <w:t xml:space="preserve">Podstawowe </w:t>
      </w:r>
      <w:r w:rsidR="00445970" w:rsidRPr="00B169DF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B169DF" w14:paraId="7B6B3F27" w14:textId="77777777" w:rsidTr="00B819C8">
        <w:tc>
          <w:tcPr>
            <w:tcW w:w="2694" w:type="dxa"/>
            <w:vAlign w:val="center"/>
          </w:tcPr>
          <w:p w14:paraId="07010FBB" w14:textId="77777777" w:rsidR="0085747A" w:rsidRPr="00B169DF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EC5200C" w14:textId="7D26AEF5" w:rsidR="0085747A" w:rsidRPr="00B169DF" w:rsidRDefault="00BC633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Ścieżka </w:t>
            </w:r>
            <w:r w:rsidR="00CE477A">
              <w:rPr>
                <w:rFonts w:ascii="Corbel" w:hAnsi="Corbel"/>
                <w:b w:val="0"/>
                <w:sz w:val="24"/>
                <w:szCs w:val="24"/>
              </w:rPr>
              <w:t>urzędnicza</w:t>
            </w:r>
          </w:p>
        </w:tc>
      </w:tr>
      <w:tr w:rsidR="0085747A" w:rsidRPr="00B169DF" w14:paraId="1820FF8A" w14:textId="77777777" w:rsidTr="00B819C8">
        <w:tc>
          <w:tcPr>
            <w:tcW w:w="2694" w:type="dxa"/>
            <w:vAlign w:val="center"/>
          </w:tcPr>
          <w:p w14:paraId="5C62B05B" w14:textId="77777777" w:rsidR="0085747A" w:rsidRPr="00B169DF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B169DF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51147032" w14:textId="77777777" w:rsidR="0085747A" w:rsidRPr="00B169DF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B169DF" w14:paraId="4D36C4B5" w14:textId="77777777" w:rsidTr="00B819C8">
        <w:tc>
          <w:tcPr>
            <w:tcW w:w="2694" w:type="dxa"/>
            <w:vAlign w:val="center"/>
          </w:tcPr>
          <w:p w14:paraId="44F80EA6" w14:textId="77777777" w:rsidR="0085747A" w:rsidRPr="00B169DF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</w:t>
            </w:r>
            <w:r w:rsidR="00C05F44" w:rsidRPr="00B169DF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B56D503" w14:textId="74A5FEE9" w:rsidR="0085747A" w:rsidRPr="00B169DF" w:rsidRDefault="00151E2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B169DF" w14:paraId="6C3038C7" w14:textId="77777777" w:rsidTr="00B819C8">
        <w:tc>
          <w:tcPr>
            <w:tcW w:w="2694" w:type="dxa"/>
            <w:vAlign w:val="center"/>
          </w:tcPr>
          <w:p w14:paraId="49252DE4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25E7160" w14:textId="01ACB450" w:rsidR="0085747A" w:rsidRPr="00B169DF" w:rsidRDefault="0052319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23193">
              <w:rPr>
                <w:rFonts w:ascii="Corbel" w:hAnsi="Corbel"/>
                <w:b w:val="0"/>
                <w:sz w:val="24"/>
                <w:szCs w:val="24"/>
              </w:rPr>
              <w:t>Zakład Nauki Administracji</w:t>
            </w:r>
          </w:p>
        </w:tc>
      </w:tr>
      <w:tr w:rsidR="0085747A" w:rsidRPr="00B169DF" w14:paraId="192BD65A" w14:textId="77777777" w:rsidTr="00B819C8">
        <w:tc>
          <w:tcPr>
            <w:tcW w:w="2694" w:type="dxa"/>
            <w:vAlign w:val="center"/>
          </w:tcPr>
          <w:p w14:paraId="10FF2062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68A0D45" w14:textId="521F1CBA" w:rsidR="0085747A" w:rsidRPr="00B169DF" w:rsidRDefault="0092324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Prawo</w:t>
            </w:r>
          </w:p>
        </w:tc>
      </w:tr>
      <w:tr w:rsidR="0085747A" w:rsidRPr="00B169DF" w14:paraId="70304835" w14:textId="77777777" w:rsidTr="00B819C8">
        <w:tc>
          <w:tcPr>
            <w:tcW w:w="2694" w:type="dxa"/>
            <w:vAlign w:val="center"/>
          </w:tcPr>
          <w:p w14:paraId="41CAFCB5" w14:textId="77777777" w:rsidR="0085747A" w:rsidRPr="00B169DF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34D8692" w14:textId="04B66258" w:rsidR="0085747A" w:rsidRPr="00B169DF" w:rsidRDefault="0092324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Studia jednolite magisterskie</w:t>
            </w:r>
          </w:p>
        </w:tc>
      </w:tr>
      <w:tr w:rsidR="0085747A" w:rsidRPr="00B169DF" w14:paraId="388F3755" w14:textId="77777777" w:rsidTr="00B819C8">
        <w:tc>
          <w:tcPr>
            <w:tcW w:w="2694" w:type="dxa"/>
            <w:vAlign w:val="center"/>
          </w:tcPr>
          <w:p w14:paraId="074F09CD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7E37AA5A" w14:textId="01B5C41E" w:rsidR="0085747A" w:rsidRPr="00B169DF" w:rsidRDefault="0092324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Ogólnoakademicki </w:t>
            </w:r>
          </w:p>
        </w:tc>
      </w:tr>
      <w:tr w:rsidR="0085747A" w:rsidRPr="00B169DF" w14:paraId="09205566" w14:textId="77777777" w:rsidTr="00B819C8">
        <w:tc>
          <w:tcPr>
            <w:tcW w:w="2694" w:type="dxa"/>
            <w:vAlign w:val="center"/>
          </w:tcPr>
          <w:p w14:paraId="694A7C70" w14:textId="77777777" w:rsidR="0085747A" w:rsidRPr="0045466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54661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994B63E" w14:textId="042859F5" w:rsidR="0085747A" w:rsidRPr="00454661" w:rsidRDefault="008F589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54661"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923244" w:rsidRPr="00454661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B169DF" w14:paraId="0C05C2EC" w14:textId="77777777" w:rsidTr="00B819C8">
        <w:tc>
          <w:tcPr>
            <w:tcW w:w="2694" w:type="dxa"/>
            <w:vAlign w:val="center"/>
          </w:tcPr>
          <w:p w14:paraId="3878DA9C" w14:textId="77777777" w:rsidR="0085747A" w:rsidRPr="0045466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54661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454661">
              <w:rPr>
                <w:rFonts w:ascii="Corbel" w:hAnsi="Corbel"/>
                <w:sz w:val="24"/>
                <w:szCs w:val="24"/>
              </w:rPr>
              <w:t>/y</w:t>
            </w:r>
            <w:r w:rsidRPr="00454661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F676120" w14:textId="2F91481E" w:rsidR="0085747A" w:rsidRPr="00454661" w:rsidRDefault="00C47C7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54661">
              <w:rPr>
                <w:rFonts w:ascii="Corbel" w:hAnsi="Corbel"/>
                <w:b w:val="0"/>
                <w:sz w:val="24"/>
                <w:szCs w:val="24"/>
              </w:rPr>
              <w:t>Rok V, semestr 10</w:t>
            </w:r>
          </w:p>
        </w:tc>
      </w:tr>
      <w:tr w:rsidR="0085747A" w:rsidRPr="00B169DF" w14:paraId="7ACCBA8E" w14:textId="77777777" w:rsidTr="00B819C8">
        <w:tc>
          <w:tcPr>
            <w:tcW w:w="2694" w:type="dxa"/>
            <w:vAlign w:val="center"/>
          </w:tcPr>
          <w:p w14:paraId="54139759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EA21357" w14:textId="73CD3A24" w:rsidR="0085747A" w:rsidRPr="00B169DF" w:rsidRDefault="00AB0F4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Fakultatywny</w:t>
            </w:r>
          </w:p>
        </w:tc>
      </w:tr>
      <w:tr w:rsidR="00923D7D" w:rsidRPr="00B169DF" w14:paraId="331F9495" w14:textId="77777777" w:rsidTr="00B819C8">
        <w:tc>
          <w:tcPr>
            <w:tcW w:w="2694" w:type="dxa"/>
            <w:vAlign w:val="center"/>
          </w:tcPr>
          <w:p w14:paraId="1B1DE481" w14:textId="77777777" w:rsidR="00923D7D" w:rsidRPr="00B169DF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64D3F9B6" w14:textId="74396EF5" w:rsidR="00923D7D" w:rsidRPr="00B169DF" w:rsidRDefault="00AB0F4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Język polski</w:t>
            </w:r>
          </w:p>
        </w:tc>
      </w:tr>
      <w:tr w:rsidR="0085747A" w:rsidRPr="00B169DF" w14:paraId="339BFB5F" w14:textId="77777777" w:rsidTr="00B819C8">
        <w:tc>
          <w:tcPr>
            <w:tcW w:w="2694" w:type="dxa"/>
            <w:vAlign w:val="center"/>
          </w:tcPr>
          <w:p w14:paraId="5D93ED52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0F0450C9" w14:textId="5A299C95" w:rsidR="0085747A" w:rsidRPr="00B169DF" w:rsidRDefault="00AB0F4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hab. </w:t>
            </w:r>
            <w:r w:rsidR="001B3B24">
              <w:rPr>
                <w:rFonts w:ascii="Corbel" w:hAnsi="Corbel"/>
                <w:b w:val="0"/>
                <w:sz w:val="24"/>
                <w:szCs w:val="24"/>
              </w:rPr>
              <w:t>Agata Barczewska - Dziobek</w:t>
            </w:r>
            <w:r>
              <w:rPr>
                <w:rFonts w:ascii="Corbel" w:hAnsi="Corbel"/>
                <w:b w:val="0"/>
                <w:sz w:val="24"/>
                <w:szCs w:val="24"/>
              </w:rPr>
              <w:t>, prof. UR</w:t>
            </w:r>
          </w:p>
        </w:tc>
      </w:tr>
      <w:tr w:rsidR="0085747A" w:rsidRPr="00B169DF" w14:paraId="0AD0E368" w14:textId="77777777" w:rsidTr="00B819C8">
        <w:tc>
          <w:tcPr>
            <w:tcW w:w="2694" w:type="dxa"/>
            <w:vAlign w:val="center"/>
          </w:tcPr>
          <w:p w14:paraId="020748E0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C837949" w14:textId="232603BB" w:rsidR="0085747A" w:rsidRPr="00B169DF" w:rsidRDefault="001B3B2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B3B24">
              <w:rPr>
                <w:rFonts w:ascii="Corbel" w:hAnsi="Corbel"/>
                <w:b w:val="0"/>
                <w:sz w:val="24"/>
                <w:szCs w:val="24"/>
              </w:rPr>
              <w:t>Dr hab. Agata Barczewska - Dziobek, prof. UR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, dr Anna Łukaszuk, mgr Dominika Nowak, </w:t>
            </w:r>
          </w:p>
        </w:tc>
      </w:tr>
    </w:tbl>
    <w:p w14:paraId="0AB0B6F8" w14:textId="77777777" w:rsidR="0085747A" w:rsidRPr="00B169DF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* </w:t>
      </w:r>
      <w:r w:rsidRPr="00B169DF">
        <w:rPr>
          <w:rFonts w:ascii="Corbel" w:hAnsi="Corbel"/>
          <w:i/>
          <w:sz w:val="24"/>
          <w:szCs w:val="24"/>
        </w:rPr>
        <w:t>-</w:t>
      </w:r>
      <w:r w:rsidR="00B90885" w:rsidRPr="00B169DF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169DF">
        <w:rPr>
          <w:rFonts w:ascii="Corbel" w:hAnsi="Corbel"/>
          <w:b w:val="0"/>
          <w:sz w:val="24"/>
          <w:szCs w:val="24"/>
        </w:rPr>
        <w:t>e,</w:t>
      </w:r>
      <w:r w:rsidRPr="00B169DF">
        <w:rPr>
          <w:rFonts w:ascii="Corbel" w:hAnsi="Corbel"/>
          <w:i/>
          <w:sz w:val="24"/>
          <w:szCs w:val="24"/>
        </w:rPr>
        <w:t xml:space="preserve"> </w:t>
      </w:r>
      <w:r w:rsidRPr="00B169DF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B169DF">
        <w:rPr>
          <w:rFonts w:ascii="Corbel" w:hAnsi="Corbel"/>
          <w:b w:val="0"/>
          <w:i/>
          <w:sz w:val="24"/>
          <w:szCs w:val="24"/>
        </w:rPr>
        <w:t>w Jednostce</w:t>
      </w:r>
    </w:p>
    <w:p w14:paraId="386805B0" w14:textId="77777777" w:rsidR="00923D7D" w:rsidRPr="00B169DF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09AEF041" w14:textId="77777777" w:rsidR="0085747A" w:rsidRPr="00B169DF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>1.</w:t>
      </w:r>
      <w:r w:rsidR="00E22FBC" w:rsidRPr="00B169DF">
        <w:rPr>
          <w:rFonts w:ascii="Corbel" w:hAnsi="Corbel"/>
          <w:sz w:val="24"/>
          <w:szCs w:val="24"/>
        </w:rPr>
        <w:t>1</w:t>
      </w:r>
      <w:r w:rsidRPr="00B169DF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1743B3C0" w14:textId="77777777" w:rsidR="00923D7D" w:rsidRPr="00B169DF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B169DF" w14:paraId="30AA7A12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380D4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Semestr</w:t>
            </w:r>
          </w:p>
          <w:p w14:paraId="6D8201B5" w14:textId="77777777" w:rsidR="00015B8F" w:rsidRPr="00B169DF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(</w:t>
            </w:r>
            <w:r w:rsidR="00363F78" w:rsidRPr="00B169DF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885B8A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2C8E6F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60EEDF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B8C3D8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3DFF59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79D6EB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36CA31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F784F4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B46598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B169DF">
              <w:rPr>
                <w:rFonts w:ascii="Corbel" w:hAnsi="Corbel"/>
                <w:b/>
                <w:szCs w:val="24"/>
              </w:rPr>
              <w:t>Liczba pkt</w:t>
            </w:r>
            <w:r w:rsidR="00B90885" w:rsidRPr="00B169DF">
              <w:rPr>
                <w:rFonts w:ascii="Corbel" w:hAnsi="Corbel"/>
                <w:b/>
                <w:szCs w:val="24"/>
              </w:rPr>
              <w:t>.</w:t>
            </w:r>
            <w:r w:rsidRPr="00B169DF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B169DF" w14:paraId="6306D567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9D624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38CF23" w14:textId="444A2255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6F440F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92E530" w14:textId="77F529C7" w:rsidR="00015B8F" w:rsidRPr="00B169DF" w:rsidRDefault="0045466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6F5874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A110D6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0FD282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0BAD3A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016867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F2B8E" w14:textId="635320F2" w:rsidR="00015B8F" w:rsidRPr="00B169DF" w:rsidRDefault="00DE770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</w:tr>
      <w:tr w:rsidR="0030395F" w:rsidRPr="00B169DF" w14:paraId="40A377C2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35C310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88ECD7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F2DE81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4ED201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DB53B8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278E4A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8A7B8F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B2EC27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1A476C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32B700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5A361196" w14:textId="77777777" w:rsidR="00923D7D" w:rsidRPr="00B169DF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74D859A" w14:textId="77777777" w:rsidR="00923D7D" w:rsidRPr="00B169DF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240B442E" w14:textId="77777777" w:rsidR="0085747A" w:rsidRPr="00B169DF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1.</w:t>
      </w:r>
      <w:r w:rsidR="00E22FBC" w:rsidRPr="00B169DF">
        <w:rPr>
          <w:rFonts w:ascii="Corbel" w:hAnsi="Corbel"/>
          <w:smallCaps w:val="0"/>
          <w:szCs w:val="24"/>
        </w:rPr>
        <w:t>2</w:t>
      </w:r>
      <w:r w:rsidR="00F83B28" w:rsidRPr="00B169DF">
        <w:rPr>
          <w:rFonts w:ascii="Corbel" w:hAnsi="Corbel"/>
          <w:smallCaps w:val="0"/>
          <w:szCs w:val="24"/>
        </w:rPr>
        <w:t>.</w:t>
      </w:r>
      <w:r w:rsidR="00F83B28" w:rsidRPr="00B169DF">
        <w:rPr>
          <w:rFonts w:ascii="Corbel" w:hAnsi="Corbel"/>
          <w:smallCaps w:val="0"/>
          <w:szCs w:val="24"/>
        </w:rPr>
        <w:tab/>
      </w:r>
      <w:r w:rsidRPr="00B169DF">
        <w:rPr>
          <w:rFonts w:ascii="Corbel" w:hAnsi="Corbel"/>
          <w:smallCaps w:val="0"/>
          <w:szCs w:val="24"/>
        </w:rPr>
        <w:t xml:space="preserve">Sposób realizacji zajęć  </w:t>
      </w:r>
    </w:p>
    <w:p w14:paraId="5F436D61" w14:textId="21CC5FE0" w:rsidR="0085747A" w:rsidRPr="00B169DF" w:rsidRDefault="00D83DC8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Segoe UI Symbol" w:eastAsia="MS Gothic" w:hAnsi="Segoe UI Symbol" w:cs="Segoe UI Symbol"/>
          <w:b w:val="0"/>
          <w:szCs w:val="24"/>
        </w:rPr>
        <w:sym w:font="Wingdings" w:char="F0FE"/>
      </w:r>
      <w:r w:rsidR="0085747A" w:rsidRPr="00B169DF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38C805D2" w14:textId="77777777" w:rsidR="0085747A" w:rsidRPr="00B169DF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B169DF">
        <w:rPr>
          <w:rFonts w:ascii="Segoe UI Symbol" w:eastAsia="MS Gothic" w:hAnsi="Segoe UI Symbol" w:cs="Segoe UI Symbol"/>
          <w:b w:val="0"/>
          <w:szCs w:val="24"/>
        </w:rPr>
        <w:t>☐</w:t>
      </w:r>
      <w:r w:rsidRPr="00B169DF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6C940C1F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2075595" w14:textId="7AD155C1" w:rsidR="00C66FB8" w:rsidRDefault="00E22FBC" w:rsidP="00C66FB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1.3 </w:t>
      </w:r>
      <w:r w:rsidR="00F83B28" w:rsidRPr="00B169DF">
        <w:rPr>
          <w:rFonts w:ascii="Corbel" w:hAnsi="Corbel"/>
          <w:smallCaps w:val="0"/>
          <w:szCs w:val="24"/>
        </w:rPr>
        <w:tab/>
      </w:r>
      <w:r w:rsidRPr="00B169DF">
        <w:rPr>
          <w:rFonts w:ascii="Corbel" w:hAnsi="Corbel"/>
          <w:smallCaps w:val="0"/>
          <w:szCs w:val="24"/>
        </w:rPr>
        <w:t>For</w:t>
      </w:r>
      <w:r w:rsidR="00445970" w:rsidRPr="00B169DF">
        <w:rPr>
          <w:rFonts w:ascii="Corbel" w:hAnsi="Corbel"/>
          <w:smallCaps w:val="0"/>
          <w:szCs w:val="24"/>
        </w:rPr>
        <w:t xml:space="preserve">ma zaliczenia przedmiotu </w:t>
      </w:r>
      <w:r w:rsidRPr="00B169DF">
        <w:rPr>
          <w:rFonts w:ascii="Corbel" w:hAnsi="Corbel"/>
          <w:smallCaps w:val="0"/>
          <w:szCs w:val="24"/>
        </w:rPr>
        <w:t xml:space="preserve"> (z toku) </w:t>
      </w:r>
      <w:r w:rsidRPr="00B169DF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4BD3B710" w14:textId="77777777" w:rsidR="00660DC2" w:rsidRPr="00C66FB8" w:rsidRDefault="00660DC2" w:rsidP="00C66FB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</w:p>
    <w:p w14:paraId="3C3564DE" w14:textId="69323C0C" w:rsidR="00E960BB" w:rsidRDefault="00967123" w:rsidP="00C66FB8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Egzamin</w:t>
      </w:r>
    </w:p>
    <w:p w14:paraId="6CC69EAE" w14:textId="77777777" w:rsidR="00C66FB8" w:rsidRPr="00B169DF" w:rsidRDefault="00C66FB8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76B673F" w14:textId="77777777" w:rsidR="00E960BB" w:rsidRPr="00B169DF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169DF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169DF" w14:paraId="170821A1" w14:textId="77777777" w:rsidTr="00745302">
        <w:tc>
          <w:tcPr>
            <w:tcW w:w="9670" w:type="dxa"/>
          </w:tcPr>
          <w:p w14:paraId="1E64CA7C" w14:textId="77777777" w:rsidR="0085747A" w:rsidRPr="00B169DF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  <w:p w14:paraId="1BB8AE6C" w14:textId="0F33BB95" w:rsidR="0085747A" w:rsidRPr="00B169DF" w:rsidRDefault="004A60D6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Prawo </w:t>
            </w:r>
            <w:r w:rsidR="00087D9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administracyjne, prawo pracy</w:t>
            </w:r>
          </w:p>
        </w:tc>
      </w:tr>
    </w:tbl>
    <w:p w14:paraId="2DFEE067" w14:textId="77777777" w:rsidR="00153C41" w:rsidRPr="00B169DF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5F38AC3" w14:textId="77777777" w:rsidR="0085747A" w:rsidRPr="00B169DF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169DF">
        <w:rPr>
          <w:rFonts w:ascii="Corbel" w:hAnsi="Corbel"/>
          <w:szCs w:val="24"/>
        </w:rPr>
        <w:t>3.</w:t>
      </w:r>
      <w:r w:rsidR="0085747A" w:rsidRPr="00B169DF">
        <w:rPr>
          <w:rFonts w:ascii="Corbel" w:hAnsi="Corbel"/>
          <w:szCs w:val="24"/>
        </w:rPr>
        <w:t xml:space="preserve"> </w:t>
      </w:r>
      <w:r w:rsidR="00A84C85" w:rsidRPr="00B169DF">
        <w:rPr>
          <w:rFonts w:ascii="Corbel" w:hAnsi="Corbel"/>
          <w:szCs w:val="24"/>
        </w:rPr>
        <w:t>cele, efekty uczenia się</w:t>
      </w:r>
      <w:r w:rsidR="0085747A" w:rsidRPr="00B169DF">
        <w:rPr>
          <w:rFonts w:ascii="Corbel" w:hAnsi="Corbel"/>
          <w:szCs w:val="24"/>
        </w:rPr>
        <w:t xml:space="preserve"> , treści Programowe i stosowane metody Dydaktyczne</w:t>
      </w:r>
    </w:p>
    <w:p w14:paraId="0B1F2F4A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665D232" w14:textId="77777777" w:rsidR="0085747A" w:rsidRPr="00B169DF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3.1 </w:t>
      </w:r>
      <w:r w:rsidR="00C05F44" w:rsidRPr="00B169DF">
        <w:rPr>
          <w:rFonts w:ascii="Corbel" w:hAnsi="Corbel"/>
          <w:sz w:val="24"/>
          <w:szCs w:val="24"/>
        </w:rPr>
        <w:t>Cele przedmiotu</w:t>
      </w:r>
    </w:p>
    <w:p w14:paraId="4B3D975D" w14:textId="77777777" w:rsidR="00F83B28" w:rsidRPr="00B169DF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B169DF" w14:paraId="3370B0D4" w14:textId="77777777" w:rsidTr="00923D7D">
        <w:tc>
          <w:tcPr>
            <w:tcW w:w="851" w:type="dxa"/>
            <w:vAlign w:val="center"/>
          </w:tcPr>
          <w:p w14:paraId="14E4A467" w14:textId="1F90214D" w:rsidR="0085747A" w:rsidRPr="00B169DF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</w:p>
        </w:tc>
        <w:tc>
          <w:tcPr>
            <w:tcW w:w="8819" w:type="dxa"/>
            <w:vAlign w:val="center"/>
          </w:tcPr>
          <w:p w14:paraId="2283C030" w14:textId="68235052" w:rsidR="0085747A" w:rsidRPr="00B169DF" w:rsidRDefault="004A60D6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A60D6">
              <w:rPr>
                <w:rFonts w:ascii="Corbel" w:hAnsi="Corbel"/>
                <w:b w:val="0"/>
                <w:sz w:val="24"/>
                <w:szCs w:val="24"/>
              </w:rPr>
              <w:t>Student w ramach kształcenia w zakresie w/w przedmiotu powinien :</w:t>
            </w:r>
          </w:p>
        </w:tc>
      </w:tr>
      <w:tr w:rsidR="0085747A" w:rsidRPr="00B169DF" w14:paraId="497B1469" w14:textId="77777777" w:rsidTr="00923D7D">
        <w:tc>
          <w:tcPr>
            <w:tcW w:w="851" w:type="dxa"/>
            <w:vAlign w:val="center"/>
          </w:tcPr>
          <w:p w14:paraId="053C821F" w14:textId="7E7D734F" w:rsidR="0085747A" w:rsidRPr="00B169DF" w:rsidRDefault="004A60D6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C1</w:t>
            </w:r>
          </w:p>
        </w:tc>
        <w:tc>
          <w:tcPr>
            <w:tcW w:w="8819" w:type="dxa"/>
            <w:vAlign w:val="center"/>
          </w:tcPr>
          <w:p w14:paraId="7D588F36" w14:textId="26CD0A09" w:rsidR="0085747A" w:rsidRPr="00B169DF" w:rsidRDefault="004A60D6" w:rsidP="0096712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Zdobyć </w:t>
            </w:r>
            <w:r w:rsidR="00967123">
              <w:rPr>
                <w:rFonts w:ascii="Corbel" w:hAnsi="Corbel"/>
                <w:b w:val="0"/>
                <w:sz w:val="24"/>
                <w:szCs w:val="24"/>
              </w:rPr>
              <w:t xml:space="preserve">wiedzę i umiejętności dotyczące mechanizmów i procedur </w:t>
            </w:r>
            <w:r w:rsidR="001B3B24">
              <w:rPr>
                <w:rFonts w:ascii="Corbel" w:hAnsi="Corbel"/>
                <w:b w:val="0"/>
                <w:sz w:val="24"/>
                <w:szCs w:val="24"/>
              </w:rPr>
              <w:t>prawa urzędniczego</w:t>
            </w:r>
          </w:p>
        </w:tc>
      </w:tr>
      <w:tr w:rsidR="0085747A" w:rsidRPr="00B169DF" w14:paraId="3D8D058C" w14:textId="77777777" w:rsidTr="00923D7D">
        <w:tc>
          <w:tcPr>
            <w:tcW w:w="851" w:type="dxa"/>
            <w:vAlign w:val="center"/>
          </w:tcPr>
          <w:p w14:paraId="11CADB7C" w14:textId="09F045ED" w:rsidR="0085747A" w:rsidRPr="00B169DF" w:rsidRDefault="004A60D6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2E52E7A2" w14:textId="53EEBE64" w:rsidR="0085747A" w:rsidRPr="00B169DF" w:rsidRDefault="00967123" w:rsidP="0096712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Uzyskać wiadomości na temat zawodów </w:t>
            </w:r>
            <w:r w:rsidR="001B3B24">
              <w:rPr>
                <w:rFonts w:ascii="Corbel" w:hAnsi="Corbel"/>
                <w:b w:val="0"/>
                <w:sz w:val="24"/>
                <w:szCs w:val="24"/>
              </w:rPr>
              <w:t xml:space="preserve">stanowiących </w:t>
            </w:r>
            <w:r w:rsidR="001B3B24" w:rsidRPr="001B3B24">
              <w:rPr>
                <w:rFonts w:ascii="Corbel" w:hAnsi="Corbel"/>
                <w:b w:val="0"/>
                <w:sz w:val="24"/>
                <w:szCs w:val="24"/>
              </w:rPr>
              <w:t>aparat wykonawczy organów państwa</w:t>
            </w:r>
          </w:p>
        </w:tc>
      </w:tr>
      <w:tr w:rsidR="001B3B24" w:rsidRPr="00B169DF" w14:paraId="040E9E3B" w14:textId="77777777" w:rsidTr="00923D7D">
        <w:tc>
          <w:tcPr>
            <w:tcW w:w="851" w:type="dxa"/>
            <w:vAlign w:val="center"/>
          </w:tcPr>
          <w:p w14:paraId="7815A566" w14:textId="7FD5B55E" w:rsidR="001B3B24" w:rsidRDefault="001B3B24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71772D37" w14:textId="211F7EC9" w:rsidR="001B3B24" w:rsidRDefault="001B3B24" w:rsidP="0096712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Uzyskać wiadomości na temat </w:t>
            </w:r>
            <w:r w:rsidRPr="001B3B24">
              <w:rPr>
                <w:rFonts w:ascii="Corbel" w:hAnsi="Corbel"/>
                <w:b w:val="0"/>
                <w:sz w:val="24"/>
                <w:szCs w:val="24"/>
              </w:rPr>
              <w:t xml:space="preserve">zatrudnienia w administracji publicznej: samorządowej, rządowej oraz państwowej </w:t>
            </w:r>
            <w:r>
              <w:rPr>
                <w:rFonts w:ascii="Corbel" w:hAnsi="Corbel"/>
                <w:b w:val="0"/>
                <w:sz w:val="24"/>
                <w:szCs w:val="24"/>
              </w:rPr>
              <w:t>(</w:t>
            </w:r>
            <w:r w:rsidRPr="001B3B24">
              <w:rPr>
                <w:rFonts w:ascii="Corbel" w:hAnsi="Corbel"/>
                <w:b w:val="0"/>
                <w:sz w:val="24"/>
                <w:szCs w:val="24"/>
              </w:rPr>
              <w:t>pozarządowej</w:t>
            </w:r>
            <w:r>
              <w:rPr>
                <w:rFonts w:ascii="Corbel" w:hAnsi="Corbel"/>
                <w:b w:val="0"/>
                <w:sz w:val="24"/>
                <w:szCs w:val="24"/>
              </w:rPr>
              <w:t>)</w:t>
            </w:r>
            <w:r w:rsidRPr="001B3B24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</w:tbl>
    <w:p w14:paraId="661AA193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6B57CD0" w14:textId="77777777" w:rsidR="001D7B54" w:rsidRPr="00B169DF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 xml:space="preserve">3.2 </w:t>
      </w:r>
      <w:r w:rsidR="001D7B54" w:rsidRPr="00B169DF">
        <w:rPr>
          <w:rFonts w:ascii="Corbel" w:hAnsi="Corbel"/>
          <w:b/>
          <w:sz w:val="24"/>
          <w:szCs w:val="24"/>
        </w:rPr>
        <w:t xml:space="preserve">Efekty </w:t>
      </w:r>
      <w:r w:rsidR="00C05F44" w:rsidRPr="00B169DF">
        <w:rPr>
          <w:rFonts w:ascii="Corbel" w:hAnsi="Corbel"/>
          <w:b/>
          <w:sz w:val="24"/>
          <w:szCs w:val="24"/>
        </w:rPr>
        <w:t xml:space="preserve">uczenia się </w:t>
      </w:r>
      <w:r w:rsidR="001D7B54" w:rsidRPr="00B169DF">
        <w:rPr>
          <w:rFonts w:ascii="Corbel" w:hAnsi="Corbel"/>
          <w:b/>
          <w:sz w:val="24"/>
          <w:szCs w:val="24"/>
        </w:rPr>
        <w:t>dla przedmiotu</w:t>
      </w:r>
      <w:r w:rsidR="00445970" w:rsidRPr="00B169DF">
        <w:rPr>
          <w:rFonts w:ascii="Corbel" w:hAnsi="Corbel"/>
          <w:sz w:val="24"/>
          <w:szCs w:val="24"/>
        </w:rPr>
        <w:t xml:space="preserve"> </w:t>
      </w:r>
    </w:p>
    <w:p w14:paraId="1B820D6F" w14:textId="77777777" w:rsidR="001D7B54" w:rsidRPr="00B169DF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77"/>
        <w:gridCol w:w="5389"/>
        <w:gridCol w:w="2554"/>
      </w:tblGrid>
      <w:tr w:rsidR="0085747A" w:rsidRPr="00B169DF" w14:paraId="13985E3C" w14:textId="77777777" w:rsidTr="00D1546E">
        <w:tc>
          <w:tcPr>
            <w:tcW w:w="1577" w:type="dxa"/>
            <w:vAlign w:val="center"/>
          </w:tcPr>
          <w:p w14:paraId="674A14F1" w14:textId="77777777" w:rsidR="0085747A" w:rsidRPr="00B169D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B169DF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B169DF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389" w:type="dxa"/>
            <w:vAlign w:val="center"/>
          </w:tcPr>
          <w:p w14:paraId="2012558B" w14:textId="77777777" w:rsidR="0085747A" w:rsidRPr="00B169DF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2554" w:type="dxa"/>
            <w:vAlign w:val="center"/>
          </w:tcPr>
          <w:p w14:paraId="7A686FDD" w14:textId="77777777" w:rsidR="0085747A" w:rsidRPr="00B169DF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B169D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B169DF" w14:paraId="7AB2AB52" w14:textId="77777777" w:rsidTr="00D1546E">
        <w:tc>
          <w:tcPr>
            <w:tcW w:w="1577" w:type="dxa"/>
          </w:tcPr>
          <w:p w14:paraId="5763DB78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B169DF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389" w:type="dxa"/>
          </w:tcPr>
          <w:p w14:paraId="2CE762DC" w14:textId="387A9AF2" w:rsidR="0085747A" w:rsidRPr="00B169DF" w:rsidRDefault="00781CC7" w:rsidP="00781CC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Posiada wiedzę na temat instytucji procesu </w:t>
            </w:r>
            <w:r w:rsidR="001B3B24">
              <w:rPr>
                <w:rFonts w:ascii="Corbel" w:hAnsi="Corbel"/>
                <w:b w:val="0"/>
                <w:smallCaps w:val="0"/>
                <w:szCs w:val="24"/>
              </w:rPr>
              <w:t>stosowania prawa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w Polsce</w:t>
            </w:r>
          </w:p>
        </w:tc>
        <w:tc>
          <w:tcPr>
            <w:tcW w:w="2554" w:type="dxa"/>
          </w:tcPr>
          <w:p w14:paraId="632AB44D" w14:textId="40394D21" w:rsidR="00781CC7" w:rsidRPr="003C3B8F" w:rsidRDefault="00781CC7" w:rsidP="00781CC7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K_W02 </w:t>
            </w:r>
          </w:p>
          <w:p w14:paraId="43C86AB6" w14:textId="1D919E91" w:rsidR="0085747A" w:rsidRPr="003C3B8F" w:rsidRDefault="0085747A" w:rsidP="00781CC7">
            <w:pPr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B169DF" w14:paraId="0743ADBC" w14:textId="77777777" w:rsidTr="00D1546E">
        <w:tc>
          <w:tcPr>
            <w:tcW w:w="1577" w:type="dxa"/>
          </w:tcPr>
          <w:p w14:paraId="33635583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389" w:type="dxa"/>
          </w:tcPr>
          <w:p w14:paraId="04D44BA6" w14:textId="5297099C" w:rsidR="0085747A" w:rsidRPr="00B169DF" w:rsidRDefault="003057DE" w:rsidP="00781CC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Posiada </w:t>
            </w:r>
            <w:r w:rsidR="00781CC7">
              <w:rPr>
                <w:rFonts w:ascii="Corbel" w:hAnsi="Corbel"/>
                <w:b w:val="0"/>
                <w:smallCaps w:val="0"/>
                <w:szCs w:val="24"/>
              </w:rPr>
              <w:t>wiedzę dotyczącą implementacji do polskiego porządku prawnego  prawa UE</w:t>
            </w:r>
          </w:p>
        </w:tc>
        <w:tc>
          <w:tcPr>
            <w:tcW w:w="2554" w:type="dxa"/>
          </w:tcPr>
          <w:p w14:paraId="6FA0F4F7" w14:textId="322559A1" w:rsidR="00781CC7" w:rsidRPr="003C3B8F" w:rsidRDefault="00781CC7" w:rsidP="00781CC7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</w:t>
            </w:r>
            <w:r w:rsidRPr="00781CC7">
              <w:rPr>
                <w:rFonts w:ascii="Corbel" w:hAnsi="Corbel"/>
                <w:sz w:val="24"/>
                <w:szCs w:val="24"/>
              </w:rPr>
              <w:t xml:space="preserve">W05 </w:t>
            </w:r>
          </w:p>
          <w:p w14:paraId="5F66D69A" w14:textId="7D7FD238" w:rsidR="0085747A" w:rsidRPr="003C3B8F" w:rsidRDefault="0085747A" w:rsidP="00781CC7">
            <w:pPr>
              <w:rPr>
                <w:rFonts w:ascii="Corbel" w:hAnsi="Corbel"/>
                <w:sz w:val="24"/>
                <w:szCs w:val="24"/>
              </w:rPr>
            </w:pPr>
          </w:p>
        </w:tc>
      </w:tr>
      <w:tr w:rsidR="00781CC7" w:rsidRPr="00B169DF" w14:paraId="7A4D3B89" w14:textId="77777777" w:rsidTr="00D1546E">
        <w:tc>
          <w:tcPr>
            <w:tcW w:w="1577" w:type="dxa"/>
          </w:tcPr>
          <w:p w14:paraId="6ECAAEA2" w14:textId="55163596" w:rsidR="00781CC7" w:rsidRPr="00B169DF" w:rsidRDefault="00781CC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389" w:type="dxa"/>
          </w:tcPr>
          <w:p w14:paraId="3F99BD94" w14:textId="76FE2EEC" w:rsidR="00781CC7" w:rsidRDefault="00781CC7" w:rsidP="00781CC7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Posługuje się sprawnie siatką terminologiczną z zakresu </w:t>
            </w:r>
            <w:r w:rsidR="001B3B24">
              <w:rPr>
                <w:rFonts w:ascii="Corbel" w:hAnsi="Corbel"/>
                <w:b w:val="0"/>
                <w:smallCaps w:val="0"/>
                <w:szCs w:val="24"/>
              </w:rPr>
              <w:t xml:space="preserve">prawa </w:t>
            </w:r>
            <w:r w:rsidR="00007222">
              <w:rPr>
                <w:rFonts w:ascii="Corbel" w:hAnsi="Corbel"/>
                <w:b w:val="0"/>
                <w:smallCaps w:val="0"/>
                <w:szCs w:val="24"/>
              </w:rPr>
              <w:t>urzędniczego</w:t>
            </w:r>
          </w:p>
          <w:p w14:paraId="709A7B54" w14:textId="1DCDF75E" w:rsidR="00781CC7" w:rsidRDefault="00781CC7" w:rsidP="00781CC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2554" w:type="dxa"/>
          </w:tcPr>
          <w:p w14:paraId="2160EFE5" w14:textId="77777777" w:rsidR="00781CC7" w:rsidRPr="00781CC7" w:rsidRDefault="00781CC7" w:rsidP="00781CC7">
            <w:pPr>
              <w:rPr>
                <w:rFonts w:ascii="Corbel" w:hAnsi="Corbel"/>
                <w:sz w:val="24"/>
                <w:szCs w:val="24"/>
              </w:rPr>
            </w:pPr>
            <w:r w:rsidRPr="00781CC7">
              <w:rPr>
                <w:rFonts w:ascii="Corbel" w:hAnsi="Corbel"/>
                <w:sz w:val="24"/>
                <w:szCs w:val="24"/>
              </w:rPr>
              <w:t>K_W06</w:t>
            </w:r>
          </w:p>
          <w:p w14:paraId="717A4245" w14:textId="4B9E00E6" w:rsidR="00781CC7" w:rsidRDefault="00781CC7" w:rsidP="00781CC7">
            <w:pPr>
              <w:rPr>
                <w:rFonts w:ascii="Corbel" w:hAnsi="Corbel"/>
                <w:sz w:val="24"/>
                <w:szCs w:val="24"/>
              </w:rPr>
            </w:pPr>
          </w:p>
        </w:tc>
      </w:tr>
      <w:tr w:rsidR="00781CC7" w:rsidRPr="00B169DF" w14:paraId="47A80BFC" w14:textId="77777777" w:rsidTr="00D1546E">
        <w:tc>
          <w:tcPr>
            <w:tcW w:w="1577" w:type="dxa"/>
          </w:tcPr>
          <w:p w14:paraId="7FF1FB50" w14:textId="4BAD5724" w:rsidR="00781CC7" w:rsidRPr="00B169DF" w:rsidRDefault="00781CC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389" w:type="dxa"/>
          </w:tcPr>
          <w:p w14:paraId="6605CA85" w14:textId="721FCA19" w:rsidR="00781CC7" w:rsidRPr="00781CC7" w:rsidRDefault="00781CC7" w:rsidP="00781CC7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81CC7">
              <w:rPr>
                <w:rFonts w:ascii="Corbel" w:hAnsi="Corbel"/>
                <w:b w:val="0"/>
                <w:smallCaps w:val="0"/>
                <w:szCs w:val="24"/>
              </w:rPr>
              <w:t>Ma pogłębioną wiedzę na t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emat zasad i norm</w:t>
            </w:r>
          </w:p>
          <w:p w14:paraId="014338B5" w14:textId="10E7DB82" w:rsidR="00781CC7" w:rsidRDefault="00781CC7" w:rsidP="00781CC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81CC7">
              <w:rPr>
                <w:rFonts w:ascii="Corbel" w:hAnsi="Corbel"/>
                <w:b w:val="0"/>
                <w:smallCaps w:val="0"/>
                <w:szCs w:val="24"/>
              </w:rPr>
              <w:t>etyki zawodowej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w obszarze </w:t>
            </w:r>
            <w:r w:rsidR="001B3B24" w:rsidRPr="001B3B24">
              <w:rPr>
                <w:rFonts w:ascii="Corbel" w:hAnsi="Corbel"/>
                <w:b w:val="0"/>
                <w:smallCaps w:val="0"/>
                <w:szCs w:val="24"/>
              </w:rPr>
              <w:t>zatrudnienia w administracji publicznej</w:t>
            </w:r>
          </w:p>
        </w:tc>
        <w:tc>
          <w:tcPr>
            <w:tcW w:w="2554" w:type="dxa"/>
          </w:tcPr>
          <w:p w14:paraId="695E82D4" w14:textId="75FF3A4F" w:rsidR="00781CC7" w:rsidRDefault="00781CC7" w:rsidP="00781CC7">
            <w:pPr>
              <w:rPr>
                <w:rFonts w:ascii="Corbel" w:hAnsi="Corbel"/>
                <w:sz w:val="24"/>
                <w:szCs w:val="24"/>
              </w:rPr>
            </w:pPr>
            <w:r w:rsidRPr="00781CC7">
              <w:rPr>
                <w:rFonts w:ascii="Corbel" w:hAnsi="Corbel"/>
                <w:sz w:val="24"/>
                <w:szCs w:val="24"/>
              </w:rPr>
              <w:t xml:space="preserve">K_W09 </w:t>
            </w:r>
          </w:p>
          <w:p w14:paraId="0AE328FC" w14:textId="6BE2E07C" w:rsidR="00781CC7" w:rsidRDefault="00781CC7" w:rsidP="00781CC7">
            <w:pPr>
              <w:rPr>
                <w:rFonts w:ascii="Corbel" w:hAnsi="Corbel"/>
                <w:sz w:val="24"/>
                <w:szCs w:val="24"/>
              </w:rPr>
            </w:pPr>
          </w:p>
        </w:tc>
      </w:tr>
      <w:tr w:rsidR="00781CC7" w:rsidRPr="00B169DF" w14:paraId="362727C2" w14:textId="77777777" w:rsidTr="00D1546E">
        <w:tc>
          <w:tcPr>
            <w:tcW w:w="1577" w:type="dxa"/>
          </w:tcPr>
          <w:p w14:paraId="17EDC381" w14:textId="33E3CF08" w:rsidR="00781CC7" w:rsidRPr="00B169DF" w:rsidRDefault="00781CC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389" w:type="dxa"/>
          </w:tcPr>
          <w:p w14:paraId="1771F79E" w14:textId="5535B5ED" w:rsidR="00781CC7" w:rsidRDefault="00781CC7" w:rsidP="00781CC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Potrafi dokonywać wykładni norm prawnych</w:t>
            </w:r>
            <w:r w:rsidR="001F5AF1">
              <w:rPr>
                <w:rFonts w:ascii="Corbel" w:hAnsi="Corbel"/>
                <w:b w:val="0"/>
                <w:smallCaps w:val="0"/>
                <w:szCs w:val="24"/>
              </w:rPr>
              <w:t xml:space="preserve"> regulujących proces </w:t>
            </w:r>
            <w:r w:rsidR="001B3B24">
              <w:rPr>
                <w:rFonts w:ascii="Corbel" w:hAnsi="Corbel"/>
                <w:b w:val="0"/>
                <w:smallCaps w:val="0"/>
                <w:szCs w:val="24"/>
              </w:rPr>
              <w:t>stosowania prawa w praktyce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2554" w:type="dxa"/>
          </w:tcPr>
          <w:p w14:paraId="33FA669F" w14:textId="1D87278F" w:rsidR="00781CC7" w:rsidRDefault="00781CC7" w:rsidP="00781CC7">
            <w:pPr>
              <w:rPr>
                <w:rFonts w:ascii="Corbel" w:hAnsi="Corbel"/>
                <w:sz w:val="24"/>
                <w:szCs w:val="24"/>
              </w:rPr>
            </w:pPr>
            <w:r w:rsidRPr="00781CC7">
              <w:rPr>
                <w:rFonts w:ascii="Corbel" w:hAnsi="Corbel"/>
                <w:sz w:val="24"/>
                <w:szCs w:val="24"/>
              </w:rPr>
              <w:t xml:space="preserve">K_U01 </w:t>
            </w:r>
          </w:p>
          <w:p w14:paraId="0A353461" w14:textId="1020736A" w:rsidR="00781CC7" w:rsidRDefault="00781CC7" w:rsidP="00781CC7">
            <w:pPr>
              <w:rPr>
                <w:rFonts w:ascii="Corbel" w:hAnsi="Corbel"/>
                <w:sz w:val="24"/>
                <w:szCs w:val="24"/>
              </w:rPr>
            </w:pPr>
          </w:p>
        </w:tc>
      </w:tr>
      <w:tr w:rsidR="00781CC7" w:rsidRPr="00B169DF" w14:paraId="1DDEB9CA" w14:textId="77777777" w:rsidTr="00D1546E">
        <w:tc>
          <w:tcPr>
            <w:tcW w:w="1577" w:type="dxa"/>
          </w:tcPr>
          <w:p w14:paraId="172D1200" w14:textId="2FFC9F6D" w:rsidR="00781CC7" w:rsidRPr="00B169DF" w:rsidRDefault="00781CC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389" w:type="dxa"/>
          </w:tcPr>
          <w:p w14:paraId="37183948" w14:textId="31473B61" w:rsidR="00781CC7" w:rsidRDefault="001B63C4" w:rsidP="000F73D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Spra</w:t>
            </w:r>
            <w:r w:rsidR="003B311C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nie porusza się w obszarze systemu prawnego </w:t>
            </w:r>
          </w:p>
        </w:tc>
        <w:tc>
          <w:tcPr>
            <w:tcW w:w="2554" w:type="dxa"/>
          </w:tcPr>
          <w:p w14:paraId="2F15FD05" w14:textId="77777777" w:rsidR="000F73D2" w:rsidRPr="000F73D2" w:rsidRDefault="000F73D2" w:rsidP="000F73D2">
            <w:pPr>
              <w:rPr>
                <w:rFonts w:ascii="Corbel" w:hAnsi="Corbel"/>
                <w:sz w:val="24"/>
                <w:szCs w:val="24"/>
              </w:rPr>
            </w:pPr>
            <w:r w:rsidRPr="000F73D2">
              <w:rPr>
                <w:rFonts w:ascii="Corbel" w:hAnsi="Corbel"/>
                <w:sz w:val="24"/>
                <w:szCs w:val="24"/>
              </w:rPr>
              <w:t>K_U05</w:t>
            </w:r>
          </w:p>
          <w:p w14:paraId="375A4A3C" w14:textId="1D02454F" w:rsidR="00781CC7" w:rsidRDefault="00781CC7" w:rsidP="000F73D2">
            <w:pPr>
              <w:rPr>
                <w:rFonts w:ascii="Corbel" w:hAnsi="Corbel"/>
                <w:sz w:val="24"/>
                <w:szCs w:val="24"/>
              </w:rPr>
            </w:pPr>
          </w:p>
        </w:tc>
      </w:tr>
      <w:tr w:rsidR="001B63C4" w:rsidRPr="00B169DF" w14:paraId="1523F2DF" w14:textId="77777777" w:rsidTr="00D1546E">
        <w:tc>
          <w:tcPr>
            <w:tcW w:w="1577" w:type="dxa"/>
          </w:tcPr>
          <w:p w14:paraId="4C2D0D60" w14:textId="2A194E30" w:rsidR="001B63C4" w:rsidRDefault="001B63C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389" w:type="dxa"/>
          </w:tcPr>
          <w:p w14:paraId="7766FB08" w14:textId="6A1C97BA" w:rsidR="001B63C4" w:rsidRDefault="001B63C4" w:rsidP="00120A9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Posiada umiejętność </w:t>
            </w:r>
            <w:r w:rsidR="00120A9D">
              <w:rPr>
                <w:rFonts w:ascii="Corbel" w:hAnsi="Corbel"/>
                <w:b w:val="0"/>
                <w:smallCaps w:val="0"/>
                <w:szCs w:val="24"/>
              </w:rPr>
              <w:t xml:space="preserve">objaśniania istniejącego stanu </w:t>
            </w:r>
            <w:r w:rsidR="001B3B24">
              <w:rPr>
                <w:rFonts w:ascii="Corbel" w:hAnsi="Corbel"/>
                <w:b w:val="0"/>
                <w:smallCaps w:val="0"/>
                <w:szCs w:val="24"/>
              </w:rPr>
              <w:t>prawnego</w:t>
            </w:r>
            <w:r w:rsidR="00120A9D">
              <w:rPr>
                <w:rFonts w:ascii="Corbel" w:hAnsi="Corbel"/>
                <w:b w:val="0"/>
                <w:smallCaps w:val="0"/>
                <w:szCs w:val="24"/>
              </w:rPr>
              <w:t xml:space="preserve">, formułowania ocen dotyczących jakości uregulowań prawnych oraz prowadzenia debaty poświęconej zagadnieniom </w:t>
            </w:r>
            <w:r w:rsidR="001B3B24">
              <w:rPr>
                <w:rFonts w:ascii="Corbel" w:hAnsi="Corbel"/>
                <w:b w:val="0"/>
                <w:smallCaps w:val="0"/>
                <w:szCs w:val="24"/>
              </w:rPr>
              <w:t>związanym z prawem urzedniczym</w:t>
            </w:r>
          </w:p>
        </w:tc>
        <w:tc>
          <w:tcPr>
            <w:tcW w:w="2554" w:type="dxa"/>
          </w:tcPr>
          <w:p w14:paraId="44B955F8" w14:textId="4B9DAD9C" w:rsidR="001B63C4" w:rsidRPr="000F73D2" w:rsidRDefault="001B63C4" w:rsidP="000F73D2">
            <w:pPr>
              <w:rPr>
                <w:rFonts w:ascii="Corbel" w:hAnsi="Corbel"/>
                <w:sz w:val="24"/>
                <w:szCs w:val="24"/>
              </w:rPr>
            </w:pPr>
            <w:r w:rsidRPr="001B63C4">
              <w:rPr>
                <w:rFonts w:ascii="Corbel" w:hAnsi="Corbel"/>
                <w:sz w:val="24"/>
                <w:szCs w:val="24"/>
              </w:rPr>
              <w:t>K_U11</w:t>
            </w:r>
          </w:p>
        </w:tc>
      </w:tr>
      <w:tr w:rsidR="0085747A" w:rsidRPr="00B169DF" w14:paraId="2AA74C64" w14:textId="77777777" w:rsidTr="00D1546E">
        <w:tc>
          <w:tcPr>
            <w:tcW w:w="1577" w:type="dxa"/>
          </w:tcPr>
          <w:p w14:paraId="4A6CCC54" w14:textId="2C4ABBA6" w:rsidR="0085747A" w:rsidRPr="00B169DF" w:rsidRDefault="005F44E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EK_07</w:t>
            </w:r>
          </w:p>
        </w:tc>
        <w:tc>
          <w:tcPr>
            <w:tcW w:w="5389" w:type="dxa"/>
          </w:tcPr>
          <w:p w14:paraId="4AE793D9" w14:textId="2B37AD82" w:rsidR="0085747A" w:rsidRPr="00B169DF" w:rsidRDefault="005F44E1" w:rsidP="005F44E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Wie jak wygląda praca w </w:t>
            </w:r>
            <w:r w:rsidR="001B3B24" w:rsidRPr="001B3B24">
              <w:rPr>
                <w:rFonts w:ascii="Corbel" w:hAnsi="Corbel"/>
                <w:b w:val="0"/>
                <w:smallCaps w:val="0"/>
                <w:szCs w:val="24"/>
              </w:rPr>
              <w:t>apara</w:t>
            </w:r>
            <w:r w:rsidR="001B3B24">
              <w:rPr>
                <w:rFonts w:ascii="Corbel" w:hAnsi="Corbel"/>
                <w:b w:val="0"/>
                <w:smallCaps w:val="0"/>
                <w:szCs w:val="24"/>
              </w:rPr>
              <w:t>cie</w:t>
            </w:r>
            <w:r w:rsidR="001B3B24" w:rsidRPr="001B3B24">
              <w:rPr>
                <w:rFonts w:ascii="Corbel" w:hAnsi="Corbel"/>
                <w:b w:val="0"/>
                <w:smallCaps w:val="0"/>
                <w:szCs w:val="24"/>
              </w:rPr>
              <w:t xml:space="preserve"> wykonawczy</w:t>
            </w:r>
            <w:r w:rsidR="001B3B24">
              <w:rPr>
                <w:rFonts w:ascii="Corbel" w:hAnsi="Corbel"/>
                <w:b w:val="0"/>
                <w:smallCaps w:val="0"/>
                <w:szCs w:val="24"/>
              </w:rPr>
              <w:t>m</w:t>
            </w:r>
            <w:r w:rsidR="001B3B24" w:rsidRPr="001B3B24">
              <w:rPr>
                <w:rFonts w:ascii="Corbel" w:hAnsi="Corbel"/>
                <w:b w:val="0"/>
                <w:smallCaps w:val="0"/>
                <w:szCs w:val="24"/>
              </w:rPr>
              <w:t xml:space="preserve"> organów państwa</w:t>
            </w:r>
            <w:r w:rsidR="00FD3DDC">
              <w:rPr>
                <w:rFonts w:ascii="Corbel" w:hAnsi="Corbel"/>
                <w:b w:val="0"/>
                <w:smallCaps w:val="0"/>
                <w:szCs w:val="24"/>
              </w:rPr>
              <w:t xml:space="preserve">, zna podstawowe zasady funkcjonowania </w:t>
            </w:r>
            <w:r w:rsidR="001B3B24">
              <w:rPr>
                <w:rFonts w:ascii="Corbel" w:hAnsi="Corbel"/>
                <w:b w:val="0"/>
                <w:smallCaps w:val="0"/>
                <w:szCs w:val="24"/>
              </w:rPr>
              <w:t>zawodów administracji publicznej</w:t>
            </w:r>
          </w:p>
        </w:tc>
        <w:tc>
          <w:tcPr>
            <w:tcW w:w="2554" w:type="dxa"/>
          </w:tcPr>
          <w:p w14:paraId="311FC3CD" w14:textId="66B1E0CE" w:rsidR="0085747A" w:rsidRPr="00B169DF" w:rsidRDefault="00781CC7" w:rsidP="005F44E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81CC7">
              <w:rPr>
                <w:rFonts w:ascii="Corbel" w:hAnsi="Corbel"/>
                <w:b w:val="0"/>
                <w:smallCaps w:val="0"/>
                <w:szCs w:val="24"/>
              </w:rPr>
              <w:t xml:space="preserve">K_K02 </w:t>
            </w:r>
          </w:p>
        </w:tc>
      </w:tr>
      <w:tr w:rsidR="005F44E1" w:rsidRPr="00B169DF" w14:paraId="468C82AF" w14:textId="77777777" w:rsidTr="00D1546E">
        <w:tc>
          <w:tcPr>
            <w:tcW w:w="1577" w:type="dxa"/>
          </w:tcPr>
          <w:p w14:paraId="62390101" w14:textId="0B2C1888" w:rsidR="005F44E1" w:rsidRDefault="005F44E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5389" w:type="dxa"/>
          </w:tcPr>
          <w:p w14:paraId="3FE878A0" w14:textId="34091485" w:rsidR="005F44E1" w:rsidRDefault="005F44E1" w:rsidP="005F44E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Ma świadomość znaczenia norm etycznych w pracy </w:t>
            </w:r>
            <w:r w:rsidR="001B3B24">
              <w:rPr>
                <w:rFonts w:ascii="Corbel" w:hAnsi="Corbel"/>
                <w:b w:val="0"/>
                <w:smallCaps w:val="0"/>
                <w:szCs w:val="24"/>
              </w:rPr>
              <w:t>urzędniczej</w:t>
            </w:r>
          </w:p>
        </w:tc>
        <w:tc>
          <w:tcPr>
            <w:tcW w:w="2554" w:type="dxa"/>
          </w:tcPr>
          <w:p w14:paraId="5468763A" w14:textId="1076F8B8" w:rsidR="005F44E1" w:rsidRPr="00781CC7" w:rsidRDefault="005F44E1" w:rsidP="005F44E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F44E1">
              <w:rPr>
                <w:rFonts w:ascii="Corbel" w:hAnsi="Corbel"/>
                <w:b w:val="0"/>
                <w:smallCaps w:val="0"/>
                <w:szCs w:val="24"/>
              </w:rPr>
              <w:t>K_K05</w:t>
            </w:r>
          </w:p>
        </w:tc>
      </w:tr>
    </w:tbl>
    <w:p w14:paraId="6F2A65A7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5973F99" w14:textId="77777777" w:rsidR="00D1546E" w:rsidRDefault="00D1546E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46B88E16" w14:textId="77777777" w:rsidR="00D1546E" w:rsidRDefault="00D1546E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2001F590" w14:textId="77777777" w:rsidR="0008556F" w:rsidRDefault="0008556F" w:rsidP="0008556F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 xml:space="preserve">3.3 Treści programowe </w:t>
      </w:r>
      <w:r>
        <w:rPr>
          <w:rFonts w:ascii="Corbel" w:hAnsi="Corbel"/>
          <w:sz w:val="24"/>
          <w:szCs w:val="24"/>
        </w:rPr>
        <w:t xml:space="preserve">  </w:t>
      </w:r>
    </w:p>
    <w:p w14:paraId="063656F4" w14:textId="77777777" w:rsidR="0008556F" w:rsidRDefault="0008556F" w:rsidP="0008556F">
      <w:pPr>
        <w:pStyle w:val="Akapitzlist"/>
        <w:numPr>
          <w:ilvl w:val="0"/>
          <w:numId w:val="2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Problematyka wykładu </w:t>
      </w:r>
    </w:p>
    <w:p w14:paraId="6DB2869C" w14:textId="77777777" w:rsidR="0008556F" w:rsidRDefault="0008556F" w:rsidP="0008556F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p w14:paraId="74E302CF" w14:textId="77777777" w:rsidR="0008556F" w:rsidRDefault="0008556F" w:rsidP="0008556F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08556F" w14:paraId="5CF3C22B" w14:textId="77777777" w:rsidTr="0008556F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EFAE05" w14:textId="77777777" w:rsidR="0008556F" w:rsidRDefault="0008556F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08556F" w14:paraId="7E672B75" w14:textId="77777777" w:rsidTr="0008556F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6CC8FC" w14:textId="77777777" w:rsidR="0008556F" w:rsidRDefault="0008556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</w:tc>
      </w:tr>
      <w:tr w:rsidR="0008556F" w14:paraId="7BD6006E" w14:textId="77777777" w:rsidTr="0008556F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FB2562" w14:textId="77777777" w:rsidR="0008556F" w:rsidRDefault="0008556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</w:tc>
      </w:tr>
      <w:tr w:rsidR="0008556F" w14:paraId="100BB401" w14:textId="77777777" w:rsidTr="0008556F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B8860" w14:textId="77777777" w:rsidR="0008556F" w:rsidRDefault="0008556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</w:tc>
      </w:tr>
      <w:tr w:rsidR="0008556F" w14:paraId="5F395D40" w14:textId="77777777" w:rsidTr="0008556F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0537C5" w14:textId="77777777" w:rsidR="0008556F" w:rsidRDefault="0008556F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08556F" w14:paraId="4BA70860" w14:textId="77777777" w:rsidTr="0008556F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BB548A" w14:textId="77777777" w:rsidR="0008556F" w:rsidRDefault="0008556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</w:tc>
      </w:tr>
      <w:tr w:rsidR="0008556F" w14:paraId="2E66EDA1" w14:textId="77777777" w:rsidTr="0008556F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F92756" w14:textId="77777777" w:rsidR="0008556F" w:rsidRDefault="0008556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</w:tc>
      </w:tr>
      <w:tr w:rsidR="0008556F" w14:paraId="2EFDE246" w14:textId="77777777" w:rsidTr="0008556F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B6F5BB" w14:textId="77777777" w:rsidR="0008556F" w:rsidRDefault="0008556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</w:tc>
      </w:tr>
      <w:tr w:rsidR="0008556F" w14:paraId="59567C26" w14:textId="77777777" w:rsidTr="0008556F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DE5B03" w14:textId="77777777" w:rsidR="0008556F" w:rsidRDefault="0008556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</w:tc>
      </w:tr>
      <w:tr w:rsidR="0008556F" w14:paraId="33594DBA" w14:textId="77777777" w:rsidTr="0008556F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E59385" w14:textId="77777777" w:rsidR="0008556F" w:rsidRDefault="0008556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0407AE71" w14:textId="77777777" w:rsidR="0008556F" w:rsidRPr="00B1650C" w:rsidRDefault="0008556F" w:rsidP="00B1650C">
      <w:pPr>
        <w:spacing w:line="240" w:lineRule="auto"/>
        <w:jc w:val="both"/>
        <w:rPr>
          <w:rFonts w:ascii="Corbel" w:hAnsi="Corbel"/>
          <w:sz w:val="24"/>
          <w:szCs w:val="24"/>
        </w:rPr>
      </w:pPr>
    </w:p>
    <w:p w14:paraId="35BBDEAC" w14:textId="77777777" w:rsidR="0008556F" w:rsidRDefault="0008556F" w:rsidP="0008556F">
      <w:pPr>
        <w:spacing w:line="240" w:lineRule="auto"/>
        <w:ind w:firstLine="708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B. Problematyka konwersatoriów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08556F" w14:paraId="377424E8" w14:textId="77777777" w:rsidTr="0008556F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5A3A1D" w14:textId="77777777" w:rsidR="0008556F" w:rsidRDefault="0008556F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08556F" w14:paraId="2EB3622C" w14:textId="77777777" w:rsidTr="0008556F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B89EDC" w14:textId="5BF0569F" w:rsidR="0008556F" w:rsidRPr="00007222" w:rsidRDefault="00007222" w:rsidP="0000722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1. </w:t>
            </w:r>
            <w:r w:rsidR="0008556F" w:rsidRPr="00007222">
              <w:rPr>
                <w:rFonts w:ascii="Corbel" w:hAnsi="Corbel"/>
                <w:sz w:val="24"/>
                <w:szCs w:val="24"/>
              </w:rPr>
              <w:t xml:space="preserve">Ogólna charakterystyka </w:t>
            </w:r>
            <w:r w:rsidRPr="00007222">
              <w:rPr>
                <w:rFonts w:ascii="Corbel" w:hAnsi="Corbel"/>
                <w:sz w:val="24"/>
                <w:szCs w:val="24"/>
              </w:rPr>
              <w:t>administracji publicznej: samorządowej, rządowej oraz państwowej (pozarządowej).</w:t>
            </w:r>
          </w:p>
        </w:tc>
      </w:tr>
      <w:tr w:rsidR="0008556F" w14:paraId="09E449F8" w14:textId="77777777" w:rsidTr="0008556F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C9FC64" w14:textId="1E9EBE91" w:rsidR="0008556F" w:rsidRDefault="0008556F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2. </w:t>
            </w:r>
            <w:r w:rsidR="00007222">
              <w:rPr>
                <w:rFonts w:ascii="Corbel" w:hAnsi="Corbel"/>
                <w:sz w:val="24"/>
                <w:szCs w:val="24"/>
              </w:rPr>
              <w:t>Pojęcie prawa urzędniczego i jego prawnych regulacji</w:t>
            </w:r>
          </w:p>
        </w:tc>
      </w:tr>
      <w:tr w:rsidR="0008556F" w14:paraId="28DCC4F4" w14:textId="77777777" w:rsidTr="0008556F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0573CC" w14:textId="77777777" w:rsidR="00007222" w:rsidRDefault="0008556F" w:rsidP="00007222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3. </w:t>
            </w:r>
            <w:r w:rsidR="00007222">
              <w:rPr>
                <w:rFonts w:ascii="Corbel" w:hAnsi="Corbel"/>
                <w:sz w:val="24"/>
                <w:szCs w:val="24"/>
              </w:rPr>
              <w:t>Z</w:t>
            </w:r>
            <w:r w:rsidR="00007222" w:rsidRPr="00007222">
              <w:rPr>
                <w:rFonts w:ascii="Corbel" w:hAnsi="Corbel"/>
                <w:sz w:val="24"/>
                <w:szCs w:val="24"/>
              </w:rPr>
              <w:t xml:space="preserve">atrudnione na stanowiskach urzędniczych w administracji rządowej (członków korpusu </w:t>
            </w:r>
            <w:r w:rsidR="00007222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15F66711" w14:textId="5D52909C" w:rsidR="0008556F" w:rsidRDefault="00007222" w:rsidP="00007222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sł</w:t>
            </w:r>
            <w:r w:rsidRPr="00007222">
              <w:rPr>
                <w:rFonts w:ascii="Corbel" w:hAnsi="Corbel"/>
                <w:sz w:val="24"/>
                <w:szCs w:val="24"/>
              </w:rPr>
              <w:t>użby cywilnej i służby zagranicznej)</w:t>
            </w:r>
          </w:p>
        </w:tc>
      </w:tr>
      <w:tr w:rsidR="0008556F" w14:paraId="1D38049F" w14:textId="77777777" w:rsidTr="0008556F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CB93D1" w14:textId="77777777" w:rsidR="00007222" w:rsidRDefault="0008556F" w:rsidP="00007222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4. </w:t>
            </w:r>
            <w:r w:rsidR="00007222">
              <w:rPr>
                <w:rFonts w:ascii="Corbel" w:hAnsi="Corbel"/>
                <w:sz w:val="24"/>
                <w:szCs w:val="24"/>
              </w:rPr>
              <w:t xml:space="preserve">Zatrudnione na stanowiskach urzędniczych w </w:t>
            </w:r>
            <w:r w:rsidR="00007222" w:rsidRPr="00007222">
              <w:rPr>
                <w:rFonts w:ascii="Corbel" w:hAnsi="Corbel"/>
                <w:sz w:val="24"/>
                <w:szCs w:val="24"/>
              </w:rPr>
              <w:t>samorządowej (pracowników</w:t>
            </w:r>
          </w:p>
          <w:p w14:paraId="387C8CF2" w14:textId="2D44ADC8" w:rsidR="0008556F" w:rsidRDefault="00007222" w:rsidP="00007222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007222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007222">
              <w:rPr>
                <w:rFonts w:ascii="Corbel" w:hAnsi="Corbel"/>
                <w:sz w:val="24"/>
                <w:szCs w:val="24"/>
              </w:rPr>
              <w:t>samorządowych)</w:t>
            </w:r>
          </w:p>
        </w:tc>
      </w:tr>
      <w:tr w:rsidR="0008556F" w14:paraId="2C0C1C8F" w14:textId="77777777" w:rsidTr="00007222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314123" w14:textId="77777777" w:rsidR="00007222" w:rsidRDefault="00007222" w:rsidP="00007222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5. Zatrudnione na stanowiskach urzędniczych w </w:t>
            </w:r>
            <w:r w:rsidRPr="00007222">
              <w:rPr>
                <w:rFonts w:ascii="Corbel" w:hAnsi="Corbel"/>
                <w:sz w:val="24"/>
                <w:szCs w:val="24"/>
              </w:rPr>
              <w:t xml:space="preserve">pozostałych urzędach państwowych </w:t>
            </w:r>
          </w:p>
          <w:p w14:paraId="3F7191C7" w14:textId="77777777" w:rsidR="00007222" w:rsidRDefault="00007222" w:rsidP="00007222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007222">
              <w:rPr>
                <w:rFonts w:ascii="Corbel" w:hAnsi="Corbel"/>
                <w:sz w:val="24"/>
                <w:szCs w:val="24"/>
              </w:rPr>
              <w:t>(urzędników państwowych zatrudnionych np. w Kancelarii Sejmu, Senatu, Prezydenta RP,</w:t>
            </w:r>
          </w:p>
          <w:p w14:paraId="09160009" w14:textId="699CCD01" w:rsidR="0008556F" w:rsidRDefault="00007222" w:rsidP="00007222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007222">
              <w:rPr>
                <w:rFonts w:ascii="Corbel" w:hAnsi="Corbel"/>
                <w:sz w:val="24"/>
                <w:szCs w:val="24"/>
              </w:rPr>
              <w:t xml:space="preserve"> Biura RPO)</w:t>
            </w:r>
          </w:p>
        </w:tc>
      </w:tr>
      <w:tr w:rsidR="0008556F" w14:paraId="723DD8C4" w14:textId="77777777" w:rsidTr="00007222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3085BD" w14:textId="77777777" w:rsidR="00007222" w:rsidRDefault="00007222" w:rsidP="00007222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6. Zatrudnione </w:t>
            </w:r>
            <w:r w:rsidRPr="00007222">
              <w:rPr>
                <w:rFonts w:ascii="Corbel" w:hAnsi="Corbel"/>
                <w:sz w:val="24"/>
                <w:szCs w:val="24"/>
              </w:rPr>
              <w:t>w urzędach na innych niż urzędniczych stanowiskach pracy (np. na</w:t>
            </w:r>
          </w:p>
          <w:p w14:paraId="74C25AE5" w14:textId="77777777" w:rsidR="00007222" w:rsidRDefault="00007222" w:rsidP="00007222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007222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 xml:space="preserve"> s</w:t>
            </w:r>
            <w:r w:rsidRPr="00007222">
              <w:rPr>
                <w:rFonts w:ascii="Corbel" w:hAnsi="Corbel"/>
                <w:sz w:val="24"/>
                <w:szCs w:val="24"/>
              </w:rPr>
              <w:t>tanowiskach obsługi), funkcjonariusze służb państwowych tzw. mundurowych (Straż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4F3D985F" w14:textId="77777777" w:rsidR="00007222" w:rsidRDefault="00007222" w:rsidP="00007222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007222">
              <w:rPr>
                <w:rFonts w:ascii="Corbel" w:hAnsi="Corbel"/>
                <w:sz w:val="24"/>
                <w:szCs w:val="24"/>
              </w:rPr>
              <w:t>Graniczna, Służba Więzienna, Służba Celno-Skarbowa, Policja, Państwowa Straż Pożarna,</w:t>
            </w:r>
          </w:p>
          <w:p w14:paraId="11484A31" w14:textId="77777777" w:rsidR="00007222" w:rsidRDefault="00007222" w:rsidP="00007222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007222">
              <w:rPr>
                <w:rFonts w:ascii="Corbel" w:hAnsi="Corbel"/>
                <w:sz w:val="24"/>
                <w:szCs w:val="24"/>
              </w:rPr>
              <w:t xml:space="preserve"> Służba Ochrony Państwa, Agencja Bezpieczeństwa Wewnętrznego, Centralne Biuro</w:t>
            </w:r>
          </w:p>
          <w:p w14:paraId="105FFA3D" w14:textId="77777777" w:rsidR="00007222" w:rsidRDefault="00007222" w:rsidP="00007222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007222">
              <w:rPr>
                <w:rFonts w:ascii="Corbel" w:hAnsi="Corbel"/>
                <w:sz w:val="24"/>
                <w:szCs w:val="24"/>
              </w:rPr>
              <w:t xml:space="preserve"> Antykorupcyjne, Agencja Wywiadu i Straż Marszałkowska oraz wojsko), sędziowie </w:t>
            </w:r>
          </w:p>
          <w:p w14:paraId="67B051C5" w14:textId="1D52E676" w:rsidR="0008556F" w:rsidRDefault="00007222" w:rsidP="00007222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007222">
              <w:rPr>
                <w:rFonts w:ascii="Corbel" w:hAnsi="Corbel"/>
                <w:sz w:val="24"/>
                <w:szCs w:val="24"/>
              </w:rPr>
              <w:t>i prokuratorzy.</w:t>
            </w:r>
          </w:p>
        </w:tc>
      </w:tr>
      <w:tr w:rsidR="0008556F" w14:paraId="427CEEC7" w14:textId="77777777" w:rsidTr="00007222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96C128" w14:textId="503693DD" w:rsidR="0008556F" w:rsidRDefault="00007222" w:rsidP="00007222">
            <w:pPr>
              <w:pStyle w:val="Akapitzlist"/>
              <w:spacing w:after="0" w:line="240" w:lineRule="auto"/>
              <w:ind w:left="-250" w:firstLine="250"/>
              <w:jc w:val="righ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 godz.</w:t>
            </w:r>
          </w:p>
        </w:tc>
      </w:tr>
      <w:tr w:rsidR="0008556F" w14:paraId="4FC4F116" w14:textId="77777777" w:rsidTr="0008556F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E11A90" w14:textId="5F3763CA" w:rsidR="0008556F" w:rsidRDefault="0008556F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2B27D1C9" w14:textId="77777777" w:rsidR="0008556F" w:rsidRDefault="0008556F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37C7DEEC" w14:textId="5161AC9D" w:rsidR="0085747A" w:rsidRPr="00B169DF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3.4 Metody dydaktyczne</w:t>
      </w:r>
      <w:r w:rsidRPr="00B169DF">
        <w:rPr>
          <w:rFonts w:ascii="Corbel" w:hAnsi="Corbel"/>
          <w:b w:val="0"/>
          <w:smallCaps w:val="0"/>
          <w:szCs w:val="24"/>
        </w:rPr>
        <w:t xml:space="preserve"> </w:t>
      </w:r>
    </w:p>
    <w:p w14:paraId="09BFD4F6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874A254" w14:textId="77777777" w:rsidR="00454661" w:rsidRDefault="00454661" w:rsidP="009C54AE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 w:val="20"/>
          <w:szCs w:val="20"/>
        </w:rPr>
      </w:pPr>
    </w:p>
    <w:p w14:paraId="62F196BD" w14:textId="5D8A1AD0" w:rsidR="00E67016" w:rsidRDefault="00E67016" w:rsidP="009C54AE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 w:val="20"/>
          <w:szCs w:val="20"/>
        </w:rPr>
      </w:pPr>
      <w:r>
        <w:rPr>
          <w:rFonts w:ascii="Corbel" w:hAnsi="Corbel"/>
          <w:b w:val="0"/>
          <w:smallCaps w:val="0"/>
          <w:sz w:val="20"/>
          <w:szCs w:val="20"/>
        </w:rPr>
        <w:t xml:space="preserve"> </w:t>
      </w:r>
      <w:r w:rsidR="00454661">
        <w:rPr>
          <w:rFonts w:ascii="Corbel" w:hAnsi="Corbel"/>
          <w:b w:val="0"/>
          <w:smallCaps w:val="0"/>
          <w:sz w:val="20"/>
          <w:szCs w:val="20"/>
        </w:rPr>
        <w:t xml:space="preserve">Praca w grupach, dyskusja panelowa, prezentacja referatów </w:t>
      </w:r>
    </w:p>
    <w:p w14:paraId="5608EB32" w14:textId="16337B4D" w:rsidR="00E960BB" w:rsidRPr="00B169DF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F33D2BA" w14:textId="77777777" w:rsidR="00E960BB" w:rsidRPr="00B169DF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228032F" w14:textId="77777777" w:rsidR="0085747A" w:rsidRPr="00B169DF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 </w:t>
      </w:r>
      <w:r w:rsidR="0085747A" w:rsidRPr="00B169DF">
        <w:rPr>
          <w:rFonts w:ascii="Corbel" w:hAnsi="Corbel"/>
          <w:smallCaps w:val="0"/>
          <w:szCs w:val="24"/>
        </w:rPr>
        <w:t>METODY I KRYTERIA OCENY</w:t>
      </w:r>
      <w:r w:rsidR="009F4610" w:rsidRPr="00B169DF">
        <w:rPr>
          <w:rFonts w:ascii="Corbel" w:hAnsi="Corbel"/>
          <w:smallCaps w:val="0"/>
          <w:szCs w:val="24"/>
        </w:rPr>
        <w:t xml:space="preserve"> </w:t>
      </w:r>
    </w:p>
    <w:p w14:paraId="040F0535" w14:textId="77777777" w:rsidR="00923D7D" w:rsidRPr="00B169DF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F4781B8" w14:textId="77777777" w:rsidR="0085747A" w:rsidRPr="00B169DF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B169DF">
        <w:rPr>
          <w:rFonts w:ascii="Corbel" w:hAnsi="Corbel"/>
          <w:smallCaps w:val="0"/>
          <w:szCs w:val="24"/>
        </w:rPr>
        <w:t>uczenia się</w:t>
      </w:r>
    </w:p>
    <w:p w14:paraId="054843EB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B169DF" w14:paraId="226D9E85" w14:textId="77777777" w:rsidTr="00E67016">
        <w:tc>
          <w:tcPr>
            <w:tcW w:w="1962" w:type="dxa"/>
            <w:vAlign w:val="center"/>
          </w:tcPr>
          <w:p w14:paraId="40623A34" w14:textId="77777777" w:rsidR="0085747A" w:rsidRPr="00B169DF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135FC0B3" w14:textId="77777777" w:rsidR="0085747A" w:rsidRPr="00B169DF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5B704467" w14:textId="77777777" w:rsidR="0085747A" w:rsidRPr="00B169DF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CFD1827" w14:textId="77777777" w:rsidR="00923D7D" w:rsidRPr="00B169D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4949039" w14:textId="77777777" w:rsidR="0085747A" w:rsidRPr="00B169D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85747A" w:rsidRPr="00B169DF" w14:paraId="3A51B283" w14:textId="77777777" w:rsidTr="00E67016">
        <w:tc>
          <w:tcPr>
            <w:tcW w:w="1962" w:type="dxa"/>
          </w:tcPr>
          <w:p w14:paraId="6267168D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169DF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441" w:type="dxa"/>
          </w:tcPr>
          <w:p w14:paraId="27D90EF1" w14:textId="76E4B9E3" w:rsidR="0085747A" w:rsidRPr="00E67016" w:rsidRDefault="003570F8" w:rsidP="00E6701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</w:t>
            </w:r>
          </w:p>
        </w:tc>
        <w:tc>
          <w:tcPr>
            <w:tcW w:w="2117" w:type="dxa"/>
          </w:tcPr>
          <w:p w14:paraId="4D1F06B9" w14:textId="6608AAA2" w:rsidR="0085747A" w:rsidRPr="00B169DF" w:rsidRDefault="0000722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</w:tbl>
    <w:p w14:paraId="37C03328" w14:textId="77777777" w:rsidR="00923D7D" w:rsidRPr="00B169DF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37754A7" w14:textId="77777777" w:rsidR="0085747A" w:rsidRPr="00B169DF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4.2 </w:t>
      </w:r>
      <w:r w:rsidR="0085747A" w:rsidRPr="00B169DF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B169DF">
        <w:rPr>
          <w:rFonts w:ascii="Corbel" w:hAnsi="Corbel"/>
          <w:smallCaps w:val="0"/>
          <w:szCs w:val="24"/>
        </w:rPr>
        <w:t xml:space="preserve"> </w:t>
      </w:r>
    </w:p>
    <w:p w14:paraId="73F783AD" w14:textId="77777777" w:rsidR="00923D7D" w:rsidRPr="00B169DF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169DF" w14:paraId="79EB57FB" w14:textId="77777777" w:rsidTr="00923D7D">
        <w:tc>
          <w:tcPr>
            <w:tcW w:w="9670" w:type="dxa"/>
          </w:tcPr>
          <w:p w14:paraId="79836B18" w14:textId="3092502B" w:rsidR="0085747A" w:rsidRPr="00B169DF" w:rsidRDefault="00870D8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Egzamin</w:t>
            </w:r>
            <w:r w:rsidR="003464BD">
              <w:rPr>
                <w:rFonts w:ascii="Corbel" w:hAnsi="Corbel"/>
                <w:b w:val="0"/>
                <w:smallCaps w:val="0"/>
                <w:szCs w:val="24"/>
              </w:rPr>
              <w:t xml:space="preserve"> –</w:t>
            </w:r>
            <w:r w:rsidR="006D1B1C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test jednokrotnego wyboru obejmujący łącznie</w:t>
            </w:r>
            <w:r w:rsidR="009671A8">
              <w:rPr>
                <w:rFonts w:ascii="Corbel" w:hAnsi="Corbel"/>
                <w:b w:val="0"/>
                <w:smallCaps w:val="0"/>
                <w:szCs w:val="24"/>
              </w:rPr>
              <w:t xml:space="preserve"> 10</w:t>
            </w:r>
            <w:r w:rsidR="006D1B1C">
              <w:rPr>
                <w:rFonts w:ascii="Corbel" w:hAnsi="Corbel"/>
                <w:b w:val="0"/>
                <w:smallCaps w:val="0"/>
                <w:szCs w:val="24"/>
              </w:rPr>
              <w:t xml:space="preserve"> PYTAŃ</w:t>
            </w:r>
          </w:p>
          <w:p w14:paraId="5467C958" w14:textId="681DF715" w:rsidR="003464BD" w:rsidRPr="003464BD" w:rsidRDefault="00870D80" w:rsidP="003464BD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Pr="003464BD">
              <w:rPr>
                <w:rFonts w:ascii="Corbel" w:hAnsi="Corbel"/>
                <w:b w:val="0"/>
                <w:smallCaps w:val="0"/>
                <w:szCs w:val="24"/>
              </w:rPr>
              <w:t>rzelicznik za odpowiedni procent uzyskanych punktów:</w:t>
            </w:r>
          </w:p>
          <w:p w14:paraId="2CA41CF9" w14:textId="7A8D1E07" w:rsidR="003464BD" w:rsidRPr="003464BD" w:rsidRDefault="00870D80" w:rsidP="003464BD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464BD">
              <w:rPr>
                <w:rFonts w:ascii="Corbel" w:hAnsi="Corbel"/>
                <w:b w:val="0"/>
                <w:smallCaps w:val="0"/>
                <w:szCs w:val="24"/>
              </w:rPr>
              <w:t>do 50% - niedostateczny,</w:t>
            </w:r>
          </w:p>
          <w:p w14:paraId="2EF8346E" w14:textId="4B6F2434" w:rsidR="003464BD" w:rsidRPr="003464BD" w:rsidRDefault="00870D80" w:rsidP="003464BD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464BD">
              <w:rPr>
                <w:rFonts w:ascii="Corbel" w:hAnsi="Corbel"/>
                <w:b w:val="0"/>
                <w:smallCaps w:val="0"/>
                <w:szCs w:val="24"/>
              </w:rPr>
              <w:t>- 51% - 60% - dostateczny,</w:t>
            </w:r>
          </w:p>
          <w:p w14:paraId="03002DBE" w14:textId="282AB4D6" w:rsidR="003464BD" w:rsidRPr="003464BD" w:rsidRDefault="00870D80" w:rsidP="003464BD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464BD">
              <w:rPr>
                <w:rFonts w:ascii="Corbel" w:hAnsi="Corbel"/>
                <w:b w:val="0"/>
                <w:smallCaps w:val="0"/>
                <w:szCs w:val="24"/>
              </w:rPr>
              <w:t>- 61% - 70% - dostateczny plus,</w:t>
            </w:r>
          </w:p>
          <w:p w14:paraId="38E773F7" w14:textId="0054E03B" w:rsidR="003464BD" w:rsidRPr="003464BD" w:rsidRDefault="00870D80" w:rsidP="003464BD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464BD">
              <w:rPr>
                <w:rFonts w:ascii="Corbel" w:hAnsi="Corbel"/>
                <w:b w:val="0"/>
                <w:smallCaps w:val="0"/>
                <w:szCs w:val="24"/>
              </w:rPr>
              <w:t>- 71% - 80% - dobry,</w:t>
            </w:r>
          </w:p>
          <w:p w14:paraId="2258AF70" w14:textId="32C76432" w:rsidR="003464BD" w:rsidRPr="003464BD" w:rsidRDefault="00870D80" w:rsidP="003464BD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464BD">
              <w:rPr>
                <w:rFonts w:ascii="Corbel" w:hAnsi="Corbel"/>
                <w:b w:val="0"/>
                <w:smallCaps w:val="0"/>
                <w:szCs w:val="24"/>
              </w:rPr>
              <w:t>- 81% - 90% - dobry plus,</w:t>
            </w:r>
          </w:p>
          <w:p w14:paraId="41B0839C" w14:textId="4DE57CBE" w:rsidR="00923D7D" w:rsidRPr="00B169DF" w:rsidRDefault="00870D80" w:rsidP="00870D80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464BD">
              <w:rPr>
                <w:rFonts w:ascii="Corbel" w:hAnsi="Corbel"/>
                <w:b w:val="0"/>
                <w:smallCaps w:val="0"/>
                <w:szCs w:val="24"/>
              </w:rPr>
              <w:t>- 91% - 100% - bardzo dobry</w:t>
            </w:r>
          </w:p>
          <w:p w14:paraId="2BB5D64F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549B3CBB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275B835" w14:textId="77777777" w:rsidR="009F4610" w:rsidRPr="00B169DF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 xml:space="preserve">5. </w:t>
      </w:r>
      <w:r w:rsidR="00C61DC5" w:rsidRPr="00B169DF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5928C722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B169DF" w14:paraId="128DDC9A" w14:textId="77777777" w:rsidTr="003E1941">
        <w:tc>
          <w:tcPr>
            <w:tcW w:w="4962" w:type="dxa"/>
            <w:vAlign w:val="center"/>
          </w:tcPr>
          <w:p w14:paraId="0C6C4330" w14:textId="77777777" w:rsidR="0085747A" w:rsidRPr="00B169DF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B169DF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B169DF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305A4821" w14:textId="77777777" w:rsidR="0085747A" w:rsidRPr="00B169DF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B169DF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B169DF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B169DF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B169DF" w14:paraId="02C37FE3" w14:textId="77777777" w:rsidTr="00923D7D">
        <w:tc>
          <w:tcPr>
            <w:tcW w:w="4962" w:type="dxa"/>
          </w:tcPr>
          <w:p w14:paraId="6754C5C7" w14:textId="77777777" w:rsidR="0085747A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G</w:t>
            </w:r>
            <w:r w:rsidR="0085747A" w:rsidRPr="00B169DF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 w:rsidRPr="00B169DF">
              <w:rPr>
                <w:rFonts w:ascii="Corbel" w:hAnsi="Corbel"/>
                <w:sz w:val="24"/>
                <w:szCs w:val="24"/>
              </w:rPr>
              <w:t>z </w:t>
            </w:r>
            <w:r w:rsidR="000A3CDF" w:rsidRPr="00B169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B169DF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3A344839" w14:textId="003832B6" w:rsidR="0085747A" w:rsidRPr="00B169DF" w:rsidRDefault="0094522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B169DF" w14:paraId="2A4AABEF" w14:textId="77777777" w:rsidTr="00923D7D">
        <w:tc>
          <w:tcPr>
            <w:tcW w:w="4962" w:type="dxa"/>
          </w:tcPr>
          <w:p w14:paraId="210DDE64" w14:textId="77777777" w:rsidR="00C61DC5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B169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2C195B47" w14:textId="77777777" w:rsidR="00C61DC5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63CF7F11" w14:textId="5EEA7D0B" w:rsidR="00327B8F" w:rsidRPr="00B169DF" w:rsidRDefault="00327B8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Udział w konsultacjach </w:t>
            </w:r>
            <w:r w:rsidR="00E20135">
              <w:rPr>
                <w:rFonts w:ascii="Corbel" w:hAnsi="Corbel"/>
                <w:sz w:val="24"/>
                <w:szCs w:val="24"/>
              </w:rPr>
              <w:t xml:space="preserve">i egzaminie </w:t>
            </w:r>
            <w:r>
              <w:rPr>
                <w:rFonts w:ascii="Corbel" w:hAnsi="Corbel"/>
                <w:sz w:val="24"/>
                <w:szCs w:val="24"/>
              </w:rPr>
              <w:t>–</w:t>
            </w:r>
            <w:r w:rsidR="0094522E">
              <w:rPr>
                <w:rFonts w:ascii="Corbel" w:hAnsi="Corbel"/>
                <w:sz w:val="24"/>
                <w:szCs w:val="24"/>
              </w:rPr>
              <w:t xml:space="preserve"> 30</w:t>
            </w:r>
          </w:p>
        </w:tc>
      </w:tr>
      <w:tr w:rsidR="00C61DC5" w:rsidRPr="00B169DF" w14:paraId="3796D0EB" w14:textId="77777777" w:rsidTr="00923D7D">
        <w:tc>
          <w:tcPr>
            <w:tcW w:w="4962" w:type="dxa"/>
          </w:tcPr>
          <w:p w14:paraId="0DB2B3DD" w14:textId="77777777" w:rsidR="0071620A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1BAAD611" w14:textId="77777777" w:rsidR="00C61DC5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005ED61A" w14:textId="43D74F3D" w:rsidR="00C61DC5" w:rsidRDefault="0094522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Przygotowanie do zajęć – 60</w:t>
            </w:r>
          </w:p>
          <w:p w14:paraId="2548B746" w14:textId="77777777" w:rsidR="00327B8F" w:rsidRDefault="00327B8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Przygotowanie do zaliczenia –</w:t>
            </w:r>
            <w:r w:rsidR="0094522E">
              <w:rPr>
                <w:rFonts w:ascii="Corbel" w:hAnsi="Corbel"/>
                <w:sz w:val="24"/>
                <w:szCs w:val="24"/>
              </w:rPr>
              <w:t xml:space="preserve"> 6</w:t>
            </w:r>
            <w:r>
              <w:rPr>
                <w:rFonts w:ascii="Corbel" w:hAnsi="Corbel"/>
                <w:sz w:val="24"/>
                <w:szCs w:val="24"/>
              </w:rPr>
              <w:t xml:space="preserve">0 </w:t>
            </w:r>
          </w:p>
          <w:p w14:paraId="03E3072C" w14:textId="46DD6FFB" w:rsidR="0094522E" w:rsidRPr="00B169DF" w:rsidRDefault="0094522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Czytanie</w:t>
            </w:r>
            <w:r w:rsidR="007F503A">
              <w:rPr>
                <w:rFonts w:ascii="Corbel" w:hAnsi="Corbel"/>
                <w:sz w:val="24"/>
                <w:szCs w:val="24"/>
              </w:rPr>
              <w:t xml:space="preserve"> i analiza</w:t>
            </w:r>
            <w:r>
              <w:rPr>
                <w:rFonts w:ascii="Corbel" w:hAnsi="Corbel"/>
                <w:sz w:val="24"/>
                <w:szCs w:val="24"/>
              </w:rPr>
              <w:t xml:space="preserve"> tekstów źródłowych – 50 </w:t>
            </w:r>
          </w:p>
        </w:tc>
      </w:tr>
      <w:tr w:rsidR="0085747A" w:rsidRPr="00B169DF" w14:paraId="1ADE6CE7" w14:textId="77777777" w:rsidTr="00923D7D">
        <w:tc>
          <w:tcPr>
            <w:tcW w:w="4962" w:type="dxa"/>
          </w:tcPr>
          <w:p w14:paraId="2FD9881C" w14:textId="77777777" w:rsidR="0085747A" w:rsidRPr="00B169DF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4747719D" w14:textId="35D379D1" w:rsidR="0085747A" w:rsidRPr="00B169DF" w:rsidRDefault="00C5791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200</w:t>
            </w:r>
          </w:p>
        </w:tc>
      </w:tr>
      <w:tr w:rsidR="0085747A" w:rsidRPr="00B169DF" w14:paraId="071C4E58" w14:textId="77777777" w:rsidTr="00923D7D">
        <w:tc>
          <w:tcPr>
            <w:tcW w:w="4962" w:type="dxa"/>
          </w:tcPr>
          <w:p w14:paraId="62049DBA" w14:textId="77777777" w:rsidR="0085747A" w:rsidRPr="00B169DF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6623D12B" w14:textId="2519AD0F" w:rsidR="0085747A" w:rsidRPr="00B169DF" w:rsidRDefault="0097030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</w:tr>
    </w:tbl>
    <w:p w14:paraId="63F632C6" w14:textId="77777777" w:rsidR="0085747A" w:rsidRPr="00B169DF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B169DF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B169DF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7706C798" w14:textId="77777777" w:rsidR="003E1941" w:rsidRPr="00B169DF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A24011D" w14:textId="77777777" w:rsidR="0085747A" w:rsidRPr="00B169DF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6. </w:t>
      </w:r>
      <w:r w:rsidR="0085747A" w:rsidRPr="00B169DF">
        <w:rPr>
          <w:rFonts w:ascii="Corbel" w:hAnsi="Corbel"/>
          <w:smallCaps w:val="0"/>
          <w:szCs w:val="24"/>
        </w:rPr>
        <w:t>PRAKTYKI ZAWO</w:t>
      </w:r>
      <w:r w:rsidR="009D3F3B" w:rsidRPr="00B169DF">
        <w:rPr>
          <w:rFonts w:ascii="Corbel" w:hAnsi="Corbel"/>
          <w:smallCaps w:val="0"/>
          <w:szCs w:val="24"/>
        </w:rPr>
        <w:t>DOWE W RAMACH PRZEDMIOTU</w:t>
      </w:r>
    </w:p>
    <w:p w14:paraId="324B88C8" w14:textId="77777777"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B169DF" w14:paraId="638E76A1" w14:textId="77777777" w:rsidTr="0071620A">
        <w:trPr>
          <w:trHeight w:val="397"/>
        </w:trPr>
        <w:tc>
          <w:tcPr>
            <w:tcW w:w="3544" w:type="dxa"/>
          </w:tcPr>
          <w:p w14:paraId="16CB32EE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0C6D98E0" w14:textId="0A460455" w:rsidR="0085747A" w:rsidRPr="00B169DF" w:rsidRDefault="0047250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Nie dotyczy </w:t>
            </w:r>
          </w:p>
        </w:tc>
      </w:tr>
      <w:tr w:rsidR="0085747A" w:rsidRPr="00B169DF" w14:paraId="276FFB2E" w14:textId="77777777" w:rsidTr="0071620A">
        <w:trPr>
          <w:trHeight w:val="397"/>
        </w:trPr>
        <w:tc>
          <w:tcPr>
            <w:tcW w:w="3544" w:type="dxa"/>
          </w:tcPr>
          <w:p w14:paraId="6B69F399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zasady i formy odbywania praktyk </w:t>
            </w:r>
          </w:p>
        </w:tc>
        <w:tc>
          <w:tcPr>
            <w:tcW w:w="3969" w:type="dxa"/>
          </w:tcPr>
          <w:p w14:paraId="5AB3311D" w14:textId="6CDAB34C" w:rsidR="0085747A" w:rsidRPr="00B169DF" w:rsidRDefault="0047250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Nie dotyczy </w:t>
            </w:r>
          </w:p>
        </w:tc>
      </w:tr>
    </w:tbl>
    <w:p w14:paraId="0E03DECB" w14:textId="77777777" w:rsidR="003E1941" w:rsidRPr="00B169DF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586C55F" w14:textId="77777777" w:rsidR="0085747A" w:rsidRPr="00B169DF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7. </w:t>
      </w:r>
      <w:r w:rsidR="0085747A" w:rsidRPr="00B169DF">
        <w:rPr>
          <w:rFonts w:ascii="Corbel" w:hAnsi="Corbel"/>
          <w:smallCaps w:val="0"/>
          <w:szCs w:val="24"/>
        </w:rPr>
        <w:t>LITERATURA</w:t>
      </w:r>
      <w:r w:rsidRPr="00B169DF">
        <w:rPr>
          <w:rFonts w:ascii="Corbel" w:hAnsi="Corbel"/>
          <w:smallCaps w:val="0"/>
          <w:szCs w:val="24"/>
        </w:rPr>
        <w:t xml:space="preserve"> </w:t>
      </w:r>
    </w:p>
    <w:p w14:paraId="5E4EAD1E" w14:textId="77777777" w:rsidR="00675843" w:rsidRPr="00B169DF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B169DF" w14:paraId="3C773E1F" w14:textId="77777777" w:rsidTr="0071620A">
        <w:trPr>
          <w:trHeight w:val="397"/>
        </w:trPr>
        <w:tc>
          <w:tcPr>
            <w:tcW w:w="7513" w:type="dxa"/>
          </w:tcPr>
          <w:p w14:paraId="0A7557E3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0B544F6A" w14:textId="4EBF94B7" w:rsidR="00324D1A" w:rsidRPr="00324D1A" w:rsidRDefault="0047250E" w:rsidP="003055E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1. </w:t>
            </w:r>
            <w:r w:rsidR="00C93CF1" w:rsidRPr="00C93CF1">
              <w:rPr>
                <w:rFonts w:ascii="Corbel" w:hAnsi="Corbel"/>
                <w:b w:val="0"/>
                <w:smallCaps w:val="0"/>
                <w:szCs w:val="24"/>
              </w:rPr>
              <w:t xml:space="preserve">E. Ura, Prawo urzędnicze, Warszawa 2012. </w:t>
            </w:r>
          </w:p>
        </w:tc>
      </w:tr>
      <w:tr w:rsidR="0085747A" w:rsidRPr="00B169DF" w14:paraId="4A80EC96" w14:textId="77777777" w:rsidTr="0071620A">
        <w:trPr>
          <w:trHeight w:val="397"/>
        </w:trPr>
        <w:tc>
          <w:tcPr>
            <w:tcW w:w="7513" w:type="dxa"/>
          </w:tcPr>
          <w:p w14:paraId="6769CC29" w14:textId="61386B93" w:rsidR="000A0FBC" w:rsidRDefault="000A0FBC" w:rsidP="0047250E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Literatura uzupełniająca:</w:t>
            </w:r>
          </w:p>
          <w:p w14:paraId="38EBECE1" w14:textId="77777777" w:rsidR="00C93CF1" w:rsidRDefault="00C93CF1" w:rsidP="00C93CF1">
            <w:pPr>
              <w:numPr>
                <w:ilvl w:val="0"/>
                <w:numId w:val="5"/>
              </w:numPr>
              <w:shd w:val="clear" w:color="auto" w:fill="FFFFFF"/>
              <w:spacing w:before="100" w:beforeAutospacing="1" w:after="24" w:line="240" w:lineRule="auto"/>
              <w:ind w:left="1104"/>
              <w:rPr>
                <w:rFonts w:ascii="Arial" w:eastAsia="Times New Roman" w:hAnsi="Arial" w:cs="Arial"/>
                <w:color w:val="202122"/>
                <w:sz w:val="21"/>
                <w:szCs w:val="21"/>
                <w:lang w:eastAsia="pl-PL"/>
              </w:rPr>
            </w:pPr>
            <w:r w:rsidRPr="00C93CF1">
              <w:rPr>
                <w:rFonts w:ascii="Arial" w:eastAsia="Times New Roman" w:hAnsi="Arial" w:cs="Arial"/>
                <w:color w:val="202122"/>
                <w:sz w:val="21"/>
                <w:szCs w:val="21"/>
                <w:lang w:eastAsia="pl-PL"/>
              </w:rPr>
              <w:t>J. Stelina, Prawo urzędnicze, Warszawa 2017,</w:t>
            </w:r>
          </w:p>
          <w:p w14:paraId="0CA5EE8B" w14:textId="54BD0D42" w:rsidR="00C93CF1" w:rsidRPr="00C93CF1" w:rsidRDefault="00C93CF1" w:rsidP="00C93CF1">
            <w:pPr>
              <w:numPr>
                <w:ilvl w:val="0"/>
                <w:numId w:val="5"/>
              </w:numPr>
              <w:shd w:val="clear" w:color="auto" w:fill="FFFFFF"/>
              <w:spacing w:before="100" w:beforeAutospacing="1" w:after="24" w:line="240" w:lineRule="auto"/>
              <w:ind w:left="1104"/>
              <w:rPr>
                <w:rFonts w:ascii="Arial" w:eastAsia="Times New Roman" w:hAnsi="Arial" w:cs="Arial"/>
                <w:color w:val="202122"/>
                <w:sz w:val="21"/>
                <w:szCs w:val="21"/>
                <w:lang w:eastAsia="pl-PL"/>
              </w:rPr>
            </w:pPr>
            <w:r w:rsidRPr="00C93CF1">
              <w:rPr>
                <w:rFonts w:ascii="Corbel" w:hAnsi="Corbel"/>
                <w:szCs w:val="24"/>
              </w:rPr>
              <w:t xml:space="preserve">T. Górzyńska, Polskie prawo urzędnicze – kryzys tożsamości, Warszawa 2016 </w:t>
            </w:r>
            <w:r>
              <w:rPr>
                <w:rFonts w:ascii="Corbel" w:hAnsi="Corbel"/>
                <w:szCs w:val="24"/>
              </w:rPr>
              <w:t>,</w:t>
            </w:r>
          </w:p>
          <w:p w14:paraId="4596EFF9" w14:textId="73CFF990" w:rsidR="0047250E" w:rsidRPr="00C93CF1" w:rsidRDefault="00C93CF1" w:rsidP="00C93CF1">
            <w:pPr>
              <w:numPr>
                <w:ilvl w:val="0"/>
                <w:numId w:val="5"/>
              </w:numPr>
              <w:shd w:val="clear" w:color="auto" w:fill="FFFFFF"/>
              <w:spacing w:before="100" w:beforeAutospacing="1" w:after="24" w:line="240" w:lineRule="auto"/>
              <w:ind w:left="1104"/>
              <w:rPr>
                <w:rFonts w:ascii="Arial" w:eastAsia="Times New Roman" w:hAnsi="Arial" w:cs="Arial"/>
                <w:color w:val="202122"/>
                <w:sz w:val="21"/>
                <w:szCs w:val="21"/>
                <w:lang w:eastAsia="pl-PL"/>
              </w:rPr>
            </w:pPr>
            <w:r w:rsidRPr="00C93CF1">
              <w:rPr>
                <w:rFonts w:ascii="Corbel" w:hAnsi="Corbel"/>
                <w:szCs w:val="24"/>
              </w:rPr>
              <w:t>A. Dubowik, Ł. Pisarczyk, Prawo urzędnicze, Warszawa 2011,</w:t>
            </w:r>
          </w:p>
        </w:tc>
      </w:tr>
    </w:tbl>
    <w:p w14:paraId="4F011B1F" w14:textId="77777777"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87A4BED" w14:textId="77777777"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6BFB0DF" w14:textId="77777777" w:rsidR="0085747A" w:rsidRPr="00B169DF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B169DF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B169DF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FB9C1E" w14:textId="77777777" w:rsidR="00EE3F6A" w:rsidRDefault="00EE3F6A" w:rsidP="00C16ABF">
      <w:pPr>
        <w:spacing w:after="0" w:line="240" w:lineRule="auto"/>
      </w:pPr>
      <w:r>
        <w:separator/>
      </w:r>
    </w:p>
  </w:endnote>
  <w:endnote w:type="continuationSeparator" w:id="0">
    <w:p w14:paraId="42EFC9FE" w14:textId="77777777" w:rsidR="00EE3F6A" w:rsidRDefault="00EE3F6A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723FE2" w14:textId="77777777" w:rsidR="00EE3F6A" w:rsidRDefault="00EE3F6A" w:rsidP="00C16ABF">
      <w:pPr>
        <w:spacing w:after="0" w:line="240" w:lineRule="auto"/>
      </w:pPr>
      <w:r>
        <w:separator/>
      </w:r>
    </w:p>
  </w:footnote>
  <w:footnote w:type="continuationSeparator" w:id="0">
    <w:p w14:paraId="71345324" w14:textId="77777777" w:rsidR="00EE3F6A" w:rsidRDefault="00EE3F6A" w:rsidP="00C16ABF">
      <w:pPr>
        <w:spacing w:after="0" w:line="240" w:lineRule="auto"/>
      </w:pPr>
      <w:r>
        <w:continuationSeparator/>
      </w:r>
    </w:p>
  </w:footnote>
  <w:footnote w:id="1">
    <w:p w14:paraId="3ACB30CD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E74588"/>
    <w:multiLevelType w:val="hybridMultilevel"/>
    <w:tmpl w:val="68A86D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C6006E"/>
    <w:multiLevelType w:val="hybridMultilevel"/>
    <w:tmpl w:val="5CE424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0B0E58"/>
    <w:multiLevelType w:val="multilevel"/>
    <w:tmpl w:val="439E89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orbel" w:eastAsia="Calibri" w:hAnsi="Corbel" w:cs="Times New Roman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980764828">
    <w:abstractNumId w:val="3"/>
  </w:num>
  <w:num w:numId="2" w16cid:durableId="124434051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13080604">
    <w:abstractNumId w:val="0"/>
  </w:num>
  <w:num w:numId="4" w16cid:durableId="837117612">
    <w:abstractNumId w:val="1"/>
  </w:num>
  <w:num w:numId="5" w16cid:durableId="941062979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222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8556F"/>
    <w:rsid w:val="00087D99"/>
    <w:rsid w:val="0009462C"/>
    <w:rsid w:val="00094B12"/>
    <w:rsid w:val="00096C46"/>
    <w:rsid w:val="000A0FBC"/>
    <w:rsid w:val="000A296F"/>
    <w:rsid w:val="000A29F1"/>
    <w:rsid w:val="000A2A28"/>
    <w:rsid w:val="000A3CDF"/>
    <w:rsid w:val="000A6415"/>
    <w:rsid w:val="000B192D"/>
    <w:rsid w:val="000B28EE"/>
    <w:rsid w:val="000B3E37"/>
    <w:rsid w:val="000D04B0"/>
    <w:rsid w:val="000F1C57"/>
    <w:rsid w:val="000F5615"/>
    <w:rsid w:val="000F73D2"/>
    <w:rsid w:val="001045A1"/>
    <w:rsid w:val="00120A9D"/>
    <w:rsid w:val="00124BFF"/>
    <w:rsid w:val="0012560E"/>
    <w:rsid w:val="00127108"/>
    <w:rsid w:val="00134B13"/>
    <w:rsid w:val="00146BC0"/>
    <w:rsid w:val="00151E2E"/>
    <w:rsid w:val="00153C41"/>
    <w:rsid w:val="00154381"/>
    <w:rsid w:val="00156CE1"/>
    <w:rsid w:val="001640A7"/>
    <w:rsid w:val="00164FA7"/>
    <w:rsid w:val="00166A03"/>
    <w:rsid w:val="001718A7"/>
    <w:rsid w:val="001737CF"/>
    <w:rsid w:val="00176083"/>
    <w:rsid w:val="0018530D"/>
    <w:rsid w:val="00192F37"/>
    <w:rsid w:val="001A70D2"/>
    <w:rsid w:val="001B3B24"/>
    <w:rsid w:val="001B63C4"/>
    <w:rsid w:val="001D657B"/>
    <w:rsid w:val="001D7B54"/>
    <w:rsid w:val="001E0209"/>
    <w:rsid w:val="001F2CA2"/>
    <w:rsid w:val="001F5AF1"/>
    <w:rsid w:val="002144C0"/>
    <w:rsid w:val="0022477D"/>
    <w:rsid w:val="002278A9"/>
    <w:rsid w:val="002336F9"/>
    <w:rsid w:val="0024028F"/>
    <w:rsid w:val="00244ABC"/>
    <w:rsid w:val="00257EED"/>
    <w:rsid w:val="00281FF2"/>
    <w:rsid w:val="002857DE"/>
    <w:rsid w:val="00291567"/>
    <w:rsid w:val="00292340"/>
    <w:rsid w:val="002A22BF"/>
    <w:rsid w:val="002A2389"/>
    <w:rsid w:val="002A671D"/>
    <w:rsid w:val="002B4D55"/>
    <w:rsid w:val="002B5EA0"/>
    <w:rsid w:val="002B6119"/>
    <w:rsid w:val="002C1F06"/>
    <w:rsid w:val="002C37DA"/>
    <w:rsid w:val="002D3375"/>
    <w:rsid w:val="002D69BB"/>
    <w:rsid w:val="002D73D4"/>
    <w:rsid w:val="002F02A3"/>
    <w:rsid w:val="002F4ABE"/>
    <w:rsid w:val="003018BA"/>
    <w:rsid w:val="0030395F"/>
    <w:rsid w:val="003055E7"/>
    <w:rsid w:val="003057DE"/>
    <w:rsid w:val="00305C92"/>
    <w:rsid w:val="003151C5"/>
    <w:rsid w:val="00324D1A"/>
    <w:rsid w:val="00327B8F"/>
    <w:rsid w:val="003343CF"/>
    <w:rsid w:val="003464BD"/>
    <w:rsid w:val="00346FE9"/>
    <w:rsid w:val="0034759A"/>
    <w:rsid w:val="003503F6"/>
    <w:rsid w:val="003530DD"/>
    <w:rsid w:val="003570F8"/>
    <w:rsid w:val="00363F78"/>
    <w:rsid w:val="003A0A5B"/>
    <w:rsid w:val="003A1176"/>
    <w:rsid w:val="003B311C"/>
    <w:rsid w:val="003C0BAE"/>
    <w:rsid w:val="003C3B8F"/>
    <w:rsid w:val="003D18A9"/>
    <w:rsid w:val="003D6CE2"/>
    <w:rsid w:val="003E1941"/>
    <w:rsid w:val="003E2FE6"/>
    <w:rsid w:val="003E49D5"/>
    <w:rsid w:val="003F205D"/>
    <w:rsid w:val="003F38C0"/>
    <w:rsid w:val="00414E3C"/>
    <w:rsid w:val="0042244A"/>
    <w:rsid w:val="0042745A"/>
    <w:rsid w:val="00430F9E"/>
    <w:rsid w:val="00431D5C"/>
    <w:rsid w:val="004362C6"/>
    <w:rsid w:val="00437FA2"/>
    <w:rsid w:val="0044484E"/>
    <w:rsid w:val="00445970"/>
    <w:rsid w:val="00454661"/>
    <w:rsid w:val="00461EFC"/>
    <w:rsid w:val="004652C2"/>
    <w:rsid w:val="004706D1"/>
    <w:rsid w:val="00471326"/>
    <w:rsid w:val="0047250E"/>
    <w:rsid w:val="0047598D"/>
    <w:rsid w:val="004840FD"/>
    <w:rsid w:val="00490F7D"/>
    <w:rsid w:val="00491678"/>
    <w:rsid w:val="004968E2"/>
    <w:rsid w:val="004A3EEA"/>
    <w:rsid w:val="004A4D1F"/>
    <w:rsid w:val="004A60D6"/>
    <w:rsid w:val="004B3F0E"/>
    <w:rsid w:val="004D31C0"/>
    <w:rsid w:val="004D5282"/>
    <w:rsid w:val="004F1551"/>
    <w:rsid w:val="004F55A3"/>
    <w:rsid w:val="0050496F"/>
    <w:rsid w:val="00511744"/>
    <w:rsid w:val="00513B6F"/>
    <w:rsid w:val="00517C63"/>
    <w:rsid w:val="00523193"/>
    <w:rsid w:val="005363C4"/>
    <w:rsid w:val="00536BDE"/>
    <w:rsid w:val="00543ACC"/>
    <w:rsid w:val="0056696D"/>
    <w:rsid w:val="005865EE"/>
    <w:rsid w:val="0059484D"/>
    <w:rsid w:val="005A0855"/>
    <w:rsid w:val="005A3196"/>
    <w:rsid w:val="005C080F"/>
    <w:rsid w:val="005C55E5"/>
    <w:rsid w:val="005C696A"/>
    <w:rsid w:val="005E6E85"/>
    <w:rsid w:val="005F31D2"/>
    <w:rsid w:val="005F44E1"/>
    <w:rsid w:val="005F76A3"/>
    <w:rsid w:val="0061029B"/>
    <w:rsid w:val="00617230"/>
    <w:rsid w:val="00621CE1"/>
    <w:rsid w:val="00627FC9"/>
    <w:rsid w:val="00647FA8"/>
    <w:rsid w:val="00650C5F"/>
    <w:rsid w:val="00654934"/>
    <w:rsid w:val="00660DC2"/>
    <w:rsid w:val="006620D9"/>
    <w:rsid w:val="00671958"/>
    <w:rsid w:val="00675843"/>
    <w:rsid w:val="00696477"/>
    <w:rsid w:val="006D050F"/>
    <w:rsid w:val="006D1B1C"/>
    <w:rsid w:val="006D6139"/>
    <w:rsid w:val="006E5D65"/>
    <w:rsid w:val="006F1282"/>
    <w:rsid w:val="006F1FBC"/>
    <w:rsid w:val="006F31E2"/>
    <w:rsid w:val="00706544"/>
    <w:rsid w:val="007072BA"/>
    <w:rsid w:val="0071620A"/>
    <w:rsid w:val="00717C62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1CC7"/>
    <w:rsid w:val="00787C2A"/>
    <w:rsid w:val="00790E27"/>
    <w:rsid w:val="007A4022"/>
    <w:rsid w:val="007A6C15"/>
    <w:rsid w:val="007A6E6E"/>
    <w:rsid w:val="007C3299"/>
    <w:rsid w:val="007C3BCC"/>
    <w:rsid w:val="007C4546"/>
    <w:rsid w:val="007D6E56"/>
    <w:rsid w:val="007F4155"/>
    <w:rsid w:val="007F503A"/>
    <w:rsid w:val="0081554D"/>
    <w:rsid w:val="0081707E"/>
    <w:rsid w:val="008449B3"/>
    <w:rsid w:val="008552A2"/>
    <w:rsid w:val="0085747A"/>
    <w:rsid w:val="00870D80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336A"/>
    <w:rsid w:val="008F5894"/>
    <w:rsid w:val="008F6E29"/>
    <w:rsid w:val="00914EF3"/>
    <w:rsid w:val="00916188"/>
    <w:rsid w:val="00920212"/>
    <w:rsid w:val="00923244"/>
    <w:rsid w:val="00923D7D"/>
    <w:rsid w:val="0094522E"/>
    <w:rsid w:val="009508DF"/>
    <w:rsid w:val="00950DAC"/>
    <w:rsid w:val="00954A07"/>
    <w:rsid w:val="00967123"/>
    <w:rsid w:val="009671A8"/>
    <w:rsid w:val="0097030F"/>
    <w:rsid w:val="00987E97"/>
    <w:rsid w:val="00997F14"/>
    <w:rsid w:val="009A78D9"/>
    <w:rsid w:val="009C2B17"/>
    <w:rsid w:val="009C3E31"/>
    <w:rsid w:val="009C54AE"/>
    <w:rsid w:val="009C6D49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AD4"/>
    <w:rsid w:val="00A53FA5"/>
    <w:rsid w:val="00A54817"/>
    <w:rsid w:val="00A601C8"/>
    <w:rsid w:val="00A60799"/>
    <w:rsid w:val="00A7796A"/>
    <w:rsid w:val="00A84C85"/>
    <w:rsid w:val="00A85616"/>
    <w:rsid w:val="00A97DE1"/>
    <w:rsid w:val="00AB053C"/>
    <w:rsid w:val="00AB0F49"/>
    <w:rsid w:val="00AB6041"/>
    <w:rsid w:val="00AC172E"/>
    <w:rsid w:val="00AD1146"/>
    <w:rsid w:val="00AD27D3"/>
    <w:rsid w:val="00AD66D6"/>
    <w:rsid w:val="00AE1160"/>
    <w:rsid w:val="00AE203C"/>
    <w:rsid w:val="00AE2E74"/>
    <w:rsid w:val="00AE57A3"/>
    <w:rsid w:val="00AE5FCB"/>
    <w:rsid w:val="00AF2C1E"/>
    <w:rsid w:val="00B06142"/>
    <w:rsid w:val="00B135B1"/>
    <w:rsid w:val="00B1435F"/>
    <w:rsid w:val="00B1650C"/>
    <w:rsid w:val="00B169DF"/>
    <w:rsid w:val="00B3130B"/>
    <w:rsid w:val="00B37B59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6337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202A"/>
    <w:rsid w:val="00C47C72"/>
    <w:rsid w:val="00C56036"/>
    <w:rsid w:val="00C5791D"/>
    <w:rsid w:val="00C61DC5"/>
    <w:rsid w:val="00C66FB8"/>
    <w:rsid w:val="00C67E92"/>
    <w:rsid w:val="00C70A26"/>
    <w:rsid w:val="00C766DF"/>
    <w:rsid w:val="00C93CF1"/>
    <w:rsid w:val="00C94B98"/>
    <w:rsid w:val="00CA2B96"/>
    <w:rsid w:val="00CA5089"/>
    <w:rsid w:val="00CD6897"/>
    <w:rsid w:val="00CE477A"/>
    <w:rsid w:val="00CE5BAC"/>
    <w:rsid w:val="00CF25BE"/>
    <w:rsid w:val="00CF78ED"/>
    <w:rsid w:val="00D02B25"/>
    <w:rsid w:val="00D02EBA"/>
    <w:rsid w:val="00D1546E"/>
    <w:rsid w:val="00D17C3C"/>
    <w:rsid w:val="00D26B2C"/>
    <w:rsid w:val="00D3397B"/>
    <w:rsid w:val="00D352C9"/>
    <w:rsid w:val="00D36B65"/>
    <w:rsid w:val="00D425B2"/>
    <w:rsid w:val="00D428D6"/>
    <w:rsid w:val="00D552B2"/>
    <w:rsid w:val="00D608D1"/>
    <w:rsid w:val="00D62293"/>
    <w:rsid w:val="00D74119"/>
    <w:rsid w:val="00D8075B"/>
    <w:rsid w:val="00D83DC8"/>
    <w:rsid w:val="00D8678B"/>
    <w:rsid w:val="00DA2114"/>
    <w:rsid w:val="00DA3528"/>
    <w:rsid w:val="00DE09C0"/>
    <w:rsid w:val="00DE4A14"/>
    <w:rsid w:val="00DE770A"/>
    <w:rsid w:val="00DF320D"/>
    <w:rsid w:val="00DF71C8"/>
    <w:rsid w:val="00E129B8"/>
    <w:rsid w:val="00E20135"/>
    <w:rsid w:val="00E21E7D"/>
    <w:rsid w:val="00E22FBC"/>
    <w:rsid w:val="00E24BF5"/>
    <w:rsid w:val="00E25338"/>
    <w:rsid w:val="00E42722"/>
    <w:rsid w:val="00E433F0"/>
    <w:rsid w:val="00E51E44"/>
    <w:rsid w:val="00E63348"/>
    <w:rsid w:val="00E67016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3F6A"/>
    <w:rsid w:val="00EE5457"/>
    <w:rsid w:val="00F05D88"/>
    <w:rsid w:val="00F070AB"/>
    <w:rsid w:val="00F17567"/>
    <w:rsid w:val="00F27A7B"/>
    <w:rsid w:val="00F526AF"/>
    <w:rsid w:val="00F617C3"/>
    <w:rsid w:val="00F61A26"/>
    <w:rsid w:val="00F7066B"/>
    <w:rsid w:val="00F83B28"/>
    <w:rsid w:val="00F974DA"/>
    <w:rsid w:val="00FA46E5"/>
    <w:rsid w:val="00FB7DBA"/>
    <w:rsid w:val="00FC1C25"/>
    <w:rsid w:val="00FC3F45"/>
    <w:rsid w:val="00FD3DDC"/>
    <w:rsid w:val="00FD503F"/>
    <w:rsid w:val="00FD663E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256A2C"/>
  <w15:docId w15:val="{1CC557A5-1979-4A16-8A5B-AE697E3D77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300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38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17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714C01-BC81-4AB1-9F76-32838E6044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</TotalTime>
  <Pages>1</Pages>
  <Words>874</Words>
  <Characters>5246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Piotr Tadla</cp:lastModifiedBy>
  <cp:revision>7</cp:revision>
  <cp:lastPrinted>2019-02-06T12:12:00Z</cp:lastPrinted>
  <dcterms:created xsi:type="dcterms:W3CDTF">2023-10-18T10:23:00Z</dcterms:created>
  <dcterms:modified xsi:type="dcterms:W3CDTF">2023-10-25T11:45:00Z</dcterms:modified>
</cp:coreProperties>
</file>